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EE901" w14:textId="77777777" w:rsidR="00C30091" w:rsidRDefault="00C30091" w:rsidP="00B632B4">
      <w:pPr>
        <w:suppressAutoHyphens/>
        <w:autoSpaceDE w:val="0"/>
        <w:autoSpaceDN w:val="0"/>
        <w:adjustRightInd w:val="0"/>
        <w:rPr>
          <w:rFonts w:ascii="Times New Roman" w:hAnsi="Times New Roman"/>
          <w:b/>
          <w:kern w:val="1"/>
          <w:szCs w:val="24"/>
        </w:rPr>
      </w:pPr>
    </w:p>
    <w:p w14:paraId="0148AD38" w14:textId="158DB0A8" w:rsidR="000B1D81" w:rsidRPr="00B65983" w:rsidRDefault="00697077" w:rsidP="00B632B4">
      <w:pPr>
        <w:suppressAutoHyphens/>
        <w:autoSpaceDE w:val="0"/>
        <w:autoSpaceDN w:val="0"/>
        <w:adjustRightInd w:val="0"/>
        <w:rPr>
          <w:rFonts w:ascii="Times New Roman" w:hAnsi="Times New Roman"/>
          <w:b/>
          <w:kern w:val="1"/>
          <w:szCs w:val="24"/>
        </w:rPr>
      </w:pPr>
      <w:r w:rsidRPr="00B65983">
        <w:rPr>
          <w:rFonts w:ascii="Times New Roman" w:hAnsi="Times New Roman"/>
          <w:b/>
          <w:kern w:val="1"/>
          <w:szCs w:val="24"/>
        </w:rPr>
        <w:t>REVISJONI</w:t>
      </w:r>
      <w:r w:rsidR="000B1D81" w:rsidRPr="00B65983">
        <w:rPr>
          <w:rFonts w:ascii="Times New Roman" w:hAnsi="Times New Roman"/>
          <w:b/>
          <w:kern w:val="1"/>
          <w:szCs w:val="24"/>
        </w:rPr>
        <w:t>KOMISJONI KOOSOLEKU PROTOKOLL</w:t>
      </w:r>
    </w:p>
    <w:p w14:paraId="5C29E8A7" w14:textId="77777777" w:rsidR="000B1D81" w:rsidRPr="00B65983" w:rsidRDefault="000B1D81" w:rsidP="00B632B4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</w:p>
    <w:p w14:paraId="4ECF280F" w14:textId="716FE779" w:rsidR="000B1D81" w:rsidRPr="00B65983" w:rsidRDefault="000B1D81" w:rsidP="00B632B4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 w:rsidRPr="00B65983">
        <w:rPr>
          <w:rFonts w:ascii="Times New Roman" w:hAnsi="Times New Roman"/>
          <w:kern w:val="1"/>
          <w:szCs w:val="24"/>
        </w:rPr>
        <w:t>Suure-Jaani</w:t>
      </w:r>
      <w:r w:rsidRPr="00B65983">
        <w:rPr>
          <w:rFonts w:ascii="Times New Roman" w:hAnsi="Times New Roman"/>
          <w:kern w:val="1"/>
          <w:szCs w:val="24"/>
        </w:rPr>
        <w:tab/>
      </w:r>
      <w:r w:rsidRPr="00B65983">
        <w:rPr>
          <w:rFonts w:ascii="Times New Roman" w:hAnsi="Times New Roman"/>
          <w:kern w:val="1"/>
          <w:szCs w:val="24"/>
        </w:rPr>
        <w:tab/>
      </w:r>
      <w:r w:rsidRPr="00B65983">
        <w:rPr>
          <w:rFonts w:ascii="Times New Roman" w:hAnsi="Times New Roman"/>
          <w:kern w:val="1"/>
          <w:szCs w:val="24"/>
        </w:rPr>
        <w:tab/>
      </w:r>
      <w:r w:rsidRPr="00B65983">
        <w:rPr>
          <w:rFonts w:ascii="Times New Roman" w:hAnsi="Times New Roman"/>
          <w:kern w:val="1"/>
          <w:szCs w:val="24"/>
        </w:rPr>
        <w:tab/>
      </w:r>
      <w:r w:rsidRPr="00B65983">
        <w:rPr>
          <w:rFonts w:ascii="Times New Roman" w:hAnsi="Times New Roman"/>
          <w:kern w:val="1"/>
          <w:szCs w:val="24"/>
        </w:rPr>
        <w:tab/>
      </w:r>
      <w:r w:rsidRPr="00B65983">
        <w:rPr>
          <w:rFonts w:ascii="Times New Roman" w:hAnsi="Times New Roman"/>
          <w:kern w:val="1"/>
          <w:szCs w:val="24"/>
        </w:rPr>
        <w:tab/>
      </w:r>
      <w:r w:rsidRPr="00B65983">
        <w:rPr>
          <w:rFonts w:ascii="Times New Roman" w:hAnsi="Times New Roman"/>
          <w:kern w:val="1"/>
          <w:szCs w:val="24"/>
        </w:rPr>
        <w:tab/>
      </w:r>
      <w:r w:rsidRPr="00B65983">
        <w:rPr>
          <w:rFonts w:ascii="Times New Roman" w:hAnsi="Times New Roman"/>
          <w:kern w:val="1"/>
          <w:szCs w:val="24"/>
        </w:rPr>
        <w:tab/>
      </w:r>
      <w:r w:rsidR="00B159D4">
        <w:rPr>
          <w:rFonts w:ascii="Times New Roman" w:hAnsi="Times New Roman"/>
          <w:kern w:val="1"/>
          <w:szCs w:val="24"/>
        </w:rPr>
        <w:t xml:space="preserve"> </w:t>
      </w:r>
      <w:r w:rsidR="00DD3DEC">
        <w:rPr>
          <w:rFonts w:ascii="Times New Roman" w:hAnsi="Times New Roman"/>
          <w:kern w:val="1"/>
          <w:szCs w:val="24"/>
        </w:rPr>
        <w:t>20</w:t>
      </w:r>
      <w:r w:rsidR="002561BF">
        <w:rPr>
          <w:rFonts w:ascii="Times New Roman" w:hAnsi="Times New Roman"/>
          <w:kern w:val="1"/>
          <w:szCs w:val="24"/>
        </w:rPr>
        <w:t xml:space="preserve">. </w:t>
      </w:r>
      <w:r w:rsidR="00DD3DEC">
        <w:rPr>
          <w:rFonts w:ascii="Times New Roman" w:hAnsi="Times New Roman"/>
          <w:kern w:val="1"/>
          <w:szCs w:val="24"/>
        </w:rPr>
        <w:t>märts</w:t>
      </w:r>
      <w:r w:rsidR="00B875B1" w:rsidRPr="00B65983">
        <w:rPr>
          <w:rFonts w:ascii="Times New Roman" w:hAnsi="Times New Roman"/>
          <w:kern w:val="1"/>
          <w:szCs w:val="24"/>
        </w:rPr>
        <w:t xml:space="preserve"> 202</w:t>
      </w:r>
      <w:r w:rsidR="00C30091">
        <w:rPr>
          <w:rFonts w:ascii="Times New Roman" w:hAnsi="Times New Roman"/>
          <w:kern w:val="1"/>
          <w:szCs w:val="24"/>
        </w:rPr>
        <w:t>4</w:t>
      </w:r>
      <w:r w:rsidRPr="00B65983">
        <w:rPr>
          <w:rFonts w:ascii="Times New Roman" w:hAnsi="Times New Roman"/>
          <w:kern w:val="1"/>
          <w:szCs w:val="24"/>
        </w:rPr>
        <w:t xml:space="preserve"> nr </w:t>
      </w:r>
      <w:r w:rsidR="00C30091">
        <w:rPr>
          <w:rFonts w:ascii="Times New Roman" w:hAnsi="Times New Roman"/>
          <w:kern w:val="1"/>
          <w:szCs w:val="24"/>
        </w:rPr>
        <w:t>1</w:t>
      </w:r>
      <w:r w:rsidR="00DD3DEC">
        <w:rPr>
          <w:rFonts w:ascii="Times New Roman" w:hAnsi="Times New Roman"/>
          <w:kern w:val="1"/>
          <w:szCs w:val="24"/>
        </w:rPr>
        <w:t>4</w:t>
      </w:r>
    </w:p>
    <w:p w14:paraId="7C40A123" w14:textId="77777777" w:rsidR="000B1D81" w:rsidRPr="00B65983" w:rsidRDefault="000B1D81" w:rsidP="00B632B4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</w:p>
    <w:p w14:paraId="5672A5D0" w14:textId="13483DFF" w:rsidR="000B1D81" w:rsidRPr="00B65983" w:rsidRDefault="000B1D81" w:rsidP="00B632B4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 w:rsidRPr="00B65983">
        <w:rPr>
          <w:rFonts w:ascii="Times New Roman" w:hAnsi="Times New Roman"/>
          <w:kern w:val="1"/>
          <w:szCs w:val="24"/>
        </w:rPr>
        <w:t>Algus kell 1</w:t>
      </w:r>
      <w:r w:rsidR="00DD3DEC">
        <w:rPr>
          <w:rFonts w:ascii="Times New Roman" w:hAnsi="Times New Roman"/>
          <w:kern w:val="1"/>
          <w:szCs w:val="24"/>
        </w:rPr>
        <w:t>4</w:t>
      </w:r>
      <w:r w:rsidRPr="00B65983">
        <w:rPr>
          <w:rFonts w:ascii="Times New Roman" w:hAnsi="Times New Roman"/>
          <w:kern w:val="1"/>
          <w:szCs w:val="24"/>
        </w:rPr>
        <w:t>.</w:t>
      </w:r>
      <w:r w:rsidR="00697077" w:rsidRPr="00B65983">
        <w:rPr>
          <w:rFonts w:ascii="Times New Roman" w:hAnsi="Times New Roman"/>
          <w:kern w:val="1"/>
          <w:szCs w:val="24"/>
        </w:rPr>
        <w:t>0</w:t>
      </w:r>
      <w:r w:rsidRPr="00B65983">
        <w:rPr>
          <w:rFonts w:ascii="Times New Roman" w:hAnsi="Times New Roman"/>
          <w:kern w:val="1"/>
          <w:szCs w:val="24"/>
        </w:rPr>
        <w:t xml:space="preserve">0, lõpp kell </w:t>
      </w:r>
      <w:r w:rsidR="00391EB3">
        <w:rPr>
          <w:rFonts w:ascii="Times New Roman" w:hAnsi="Times New Roman"/>
          <w:kern w:val="1"/>
          <w:szCs w:val="24"/>
        </w:rPr>
        <w:t>1</w:t>
      </w:r>
      <w:r w:rsidR="00DD3DEC">
        <w:rPr>
          <w:rFonts w:ascii="Times New Roman" w:hAnsi="Times New Roman"/>
          <w:kern w:val="1"/>
          <w:szCs w:val="24"/>
        </w:rPr>
        <w:t>6</w:t>
      </w:r>
      <w:r w:rsidR="00391EB3">
        <w:rPr>
          <w:rFonts w:ascii="Times New Roman" w:hAnsi="Times New Roman"/>
          <w:kern w:val="1"/>
          <w:szCs w:val="24"/>
        </w:rPr>
        <w:t>.</w:t>
      </w:r>
      <w:r w:rsidR="00DD3DEC">
        <w:rPr>
          <w:rFonts w:ascii="Times New Roman" w:hAnsi="Times New Roman"/>
          <w:kern w:val="1"/>
          <w:szCs w:val="24"/>
        </w:rPr>
        <w:t>00</w:t>
      </w:r>
      <w:r w:rsidR="00573E22" w:rsidRPr="00B65983">
        <w:rPr>
          <w:rFonts w:ascii="Times New Roman" w:hAnsi="Times New Roman"/>
          <w:kern w:val="1"/>
          <w:szCs w:val="24"/>
        </w:rPr>
        <w:t>.</w:t>
      </w:r>
    </w:p>
    <w:p w14:paraId="3A44AD18" w14:textId="77777777" w:rsidR="00DD3DEC" w:rsidRDefault="000B1D81" w:rsidP="00B632B4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 w:rsidRPr="00B65983">
        <w:rPr>
          <w:rFonts w:ascii="Times New Roman" w:hAnsi="Times New Roman"/>
          <w:kern w:val="1"/>
          <w:szCs w:val="24"/>
        </w:rPr>
        <w:t xml:space="preserve">Juhataja </w:t>
      </w:r>
      <w:r w:rsidR="00C30091">
        <w:rPr>
          <w:rFonts w:ascii="Times New Roman" w:hAnsi="Times New Roman"/>
          <w:kern w:val="1"/>
          <w:szCs w:val="24"/>
        </w:rPr>
        <w:t>Enno Rohelpuu</w:t>
      </w:r>
    </w:p>
    <w:p w14:paraId="22D791A4" w14:textId="0EFA895E" w:rsidR="000B1D81" w:rsidRPr="00B65983" w:rsidRDefault="00DD3DEC" w:rsidP="00B632B4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>
        <w:rPr>
          <w:rFonts w:ascii="Times New Roman" w:hAnsi="Times New Roman"/>
          <w:kern w:val="1"/>
          <w:szCs w:val="24"/>
        </w:rPr>
        <w:t>P</w:t>
      </w:r>
      <w:r w:rsidR="000B1D81" w:rsidRPr="00B65983">
        <w:rPr>
          <w:rFonts w:ascii="Times New Roman" w:hAnsi="Times New Roman"/>
          <w:kern w:val="1"/>
          <w:szCs w:val="24"/>
        </w:rPr>
        <w:t xml:space="preserve">rotokollija </w:t>
      </w:r>
      <w:r w:rsidR="004879E1">
        <w:rPr>
          <w:rFonts w:ascii="Times New Roman" w:hAnsi="Times New Roman"/>
          <w:kern w:val="1"/>
          <w:szCs w:val="24"/>
        </w:rPr>
        <w:t>Kadi Soolo</w:t>
      </w:r>
      <w:r w:rsidR="000B1D81" w:rsidRPr="00B65983">
        <w:rPr>
          <w:rFonts w:ascii="Times New Roman" w:hAnsi="Times New Roman"/>
          <w:kern w:val="1"/>
          <w:szCs w:val="24"/>
        </w:rPr>
        <w:t>.</w:t>
      </w:r>
    </w:p>
    <w:p w14:paraId="65E3E4A1" w14:textId="3E3FD2DC" w:rsidR="008B73BC" w:rsidRPr="00B65983" w:rsidRDefault="000B1D81" w:rsidP="00B632B4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 w:rsidRPr="00B65983">
        <w:rPr>
          <w:rFonts w:ascii="Times New Roman" w:hAnsi="Times New Roman"/>
          <w:kern w:val="1"/>
          <w:szCs w:val="24"/>
        </w:rPr>
        <w:t>Võtsid osa (</w:t>
      </w:r>
      <w:r w:rsidR="00151AE2">
        <w:rPr>
          <w:rFonts w:ascii="Times New Roman" w:hAnsi="Times New Roman"/>
          <w:kern w:val="1"/>
          <w:szCs w:val="24"/>
        </w:rPr>
        <w:t>3</w:t>
      </w:r>
      <w:r w:rsidRPr="00B65983">
        <w:rPr>
          <w:rFonts w:ascii="Times New Roman" w:hAnsi="Times New Roman"/>
          <w:kern w:val="1"/>
          <w:szCs w:val="24"/>
        </w:rPr>
        <w:t>):</w:t>
      </w:r>
      <w:r w:rsidR="00697077" w:rsidRPr="00B65983">
        <w:rPr>
          <w:rFonts w:ascii="Times New Roman" w:hAnsi="Times New Roman"/>
          <w:kern w:val="1"/>
          <w:szCs w:val="24"/>
        </w:rPr>
        <w:t xml:space="preserve"> </w:t>
      </w:r>
      <w:r w:rsidR="00DD3DEC">
        <w:rPr>
          <w:rFonts w:ascii="Times New Roman" w:hAnsi="Times New Roman"/>
          <w:kern w:val="1"/>
          <w:szCs w:val="24"/>
        </w:rPr>
        <w:t xml:space="preserve">Arnold Pastak, </w:t>
      </w:r>
      <w:r w:rsidR="00C30091">
        <w:rPr>
          <w:rFonts w:ascii="Times New Roman" w:hAnsi="Times New Roman"/>
          <w:kern w:val="1"/>
          <w:szCs w:val="24"/>
        </w:rPr>
        <w:t>Tõnis Riisk, Enno Rohelpuu</w:t>
      </w:r>
      <w:r w:rsidR="00391EB3">
        <w:rPr>
          <w:rFonts w:ascii="Times New Roman" w:hAnsi="Times New Roman"/>
          <w:kern w:val="1"/>
          <w:szCs w:val="24"/>
        </w:rPr>
        <w:t>.</w:t>
      </w:r>
    </w:p>
    <w:p w14:paraId="7ECFE2AA" w14:textId="77777777" w:rsidR="00C30091" w:rsidRDefault="00C30091" w:rsidP="00DA7AED">
      <w:pPr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kern w:val="1"/>
          <w:szCs w:val="24"/>
        </w:rPr>
      </w:pPr>
    </w:p>
    <w:p w14:paraId="1507FC58" w14:textId="77777777" w:rsidR="00DD3DEC" w:rsidRDefault="00DD3DEC" w:rsidP="00DA7AED">
      <w:pPr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kern w:val="1"/>
          <w:szCs w:val="24"/>
        </w:rPr>
      </w:pPr>
    </w:p>
    <w:p w14:paraId="6BAA0879" w14:textId="522A16FA" w:rsidR="00DD3DEC" w:rsidRDefault="00DD3DEC" w:rsidP="00DD3DEC">
      <w:pPr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kern w:val="1"/>
          <w:szCs w:val="24"/>
        </w:rPr>
      </w:pPr>
      <w:r>
        <w:rPr>
          <w:rFonts w:ascii="Times New Roman" w:hAnsi="Times New Roman"/>
          <w:b/>
          <w:bCs/>
          <w:kern w:val="1"/>
          <w:szCs w:val="24"/>
        </w:rPr>
        <w:t>Kinnitati järgmine p</w:t>
      </w:r>
      <w:r w:rsidRPr="00DD3DEC">
        <w:rPr>
          <w:rFonts w:ascii="Times New Roman" w:hAnsi="Times New Roman"/>
          <w:b/>
          <w:bCs/>
          <w:kern w:val="1"/>
          <w:szCs w:val="24"/>
        </w:rPr>
        <w:t>äevakor</w:t>
      </w:r>
      <w:r>
        <w:rPr>
          <w:rFonts w:ascii="Times New Roman" w:hAnsi="Times New Roman"/>
          <w:b/>
          <w:bCs/>
          <w:kern w:val="1"/>
          <w:szCs w:val="24"/>
        </w:rPr>
        <w:t>d</w:t>
      </w:r>
      <w:r w:rsidRPr="00DD3DEC">
        <w:rPr>
          <w:rFonts w:ascii="Times New Roman" w:hAnsi="Times New Roman"/>
          <w:b/>
          <w:bCs/>
          <w:kern w:val="1"/>
          <w:szCs w:val="24"/>
        </w:rPr>
        <w:t>:</w:t>
      </w:r>
    </w:p>
    <w:p w14:paraId="02296A62" w14:textId="3C0F131D" w:rsidR="00DD3DEC" w:rsidRPr="00DD3DEC" w:rsidRDefault="00DD3DEC" w:rsidP="00DD3DEC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>
        <w:rPr>
          <w:rFonts w:ascii="Times New Roman" w:hAnsi="Times New Roman"/>
          <w:kern w:val="1"/>
          <w:szCs w:val="24"/>
        </w:rPr>
        <w:t>1.</w:t>
      </w:r>
      <w:r w:rsidRPr="00DD3DEC">
        <w:rPr>
          <w:rFonts w:ascii="Times New Roman" w:hAnsi="Times New Roman"/>
          <w:kern w:val="1"/>
          <w:szCs w:val="24"/>
        </w:rPr>
        <w:t xml:space="preserve"> Valla kinnisvara analüüs</w:t>
      </w:r>
      <w:r w:rsidR="00EA09DE">
        <w:rPr>
          <w:rFonts w:ascii="Times New Roman" w:hAnsi="Times New Roman"/>
          <w:kern w:val="1"/>
          <w:szCs w:val="24"/>
        </w:rPr>
        <w:t xml:space="preserve"> - </w:t>
      </w:r>
      <w:r w:rsidR="00EA09DE" w:rsidRPr="00EA09DE">
        <w:rPr>
          <w:rFonts w:ascii="Times New Roman" w:hAnsi="Times New Roman"/>
          <w:i/>
          <w:iCs/>
          <w:kern w:val="1"/>
          <w:szCs w:val="24"/>
        </w:rPr>
        <w:t>Bianka Ränkel</w:t>
      </w:r>
    </w:p>
    <w:p w14:paraId="6238396C" w14:textId="4D2EE453" w:rsidR="00DD3DEC" w:rsidRPr="00DD3DEC" w:rsidRDefault="00DD3DEC" w:rsidP="00DD3DEC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>
        <w:rPr>
          <w:rFonts w:ascii="Times New Roman" w:hAnsi="Times New Roman"/>
          <w:kern w:val="1"/>
          <w:szCs w:val="24"/>
        </w:rPr>
        <w:t>2</w:t>
      </w:r>
      <w:r w:rsidRPr="00DD3DEC">
        <w:rPr>
          <w:rFonts w:ascii="Times New Roman" w:hAnsi="Times New Roman"/>
          <w:kern w:val="1"/>
          <w:szCs w:val="24"/>
        </w:rPr>
        <w:t>. Laekunud taotluste arutelu:</w:t>
      </w:r>
    </w:p>
    <w:p w14:paraId="21FFC040" w14:textId="18D8CF9A" w:rsidR="00DD3DEC" w:rsidRPr="00DD3DEC" w:rsidRDefault="00DD3DEC" w:rsidP="00DD3DEC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 w:rsidRPr="00DD3DEC">
        <w:rPr>
          <w:rFonts w:ascii="Times New Roman" w:hAnsi="Times New Roman"/>
          <w:kern w:val="1"/>
          <w:szCs w:val="24"/>
        </w:rPr>
        <w:t xml:space="preserve">- ​Pille-Riin Sepa taotlus staadionimaja teemal </w:t>
      </w:r>
      <w:r w:rsidR="00EA09DE">
        <w:rPr>
          <w:rFonts w:ascii="Times New Roman" w:hAnsi="Times New Roman"/>
          <w:kern w:val="1"/>
          <w:szCs w:val="24"/>
        </w:rPr>
        <w:t xml:space="preserve">- </w:t>
      </w:r>
      <w:r w:rsidRPr="00DD3DEC">
        <w:rPr>
          <w:rFonts w:ascii="Times New Roman" w:hAnsi="Times New Roman"/>
          <w:i/>
          <w:iCs/>
          <w:kern w:val="1"/>
          <w:szCs w:val="24"/>
        </w:rPr>
        <w:t>Kaie Toobal, Pille-Riin Sepp</w:t>
      </w:r>
    </w:p>
    <w:p w14:paraId="6B7F0CD2" w14:textId="4F233FD2" w:rsidR="00DD3DEC" w:rsidRPr="00DD3DEC" w:rsidRDefault="00DD3DEC" w:rsidP="00DD3DEC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 w:rsidRPr="00DD3DEC">
        <w:rPr>
          <w:rFonts w:ascii="Times New Roman" w:hAnsi="Times New Roman"/>
          <w:kern w:val="1"/>
          <w:szCs w:val="24"/>
        </w:rPr>
        <w:t xml:space="preserve">- ​Rein </w:t>
      </w:r>
      <w:proofErr w:type="spellStart"/>
      <w:r w:rsidRPr="00DD3DEC">
        <w:rPr>
          <w:rFonts w:ascii="Times New Roman" w:hAnsi="Times New Roman"/>
          <w:kern w:val="1"/>
          <w:szCs w:val="24"/>
        </w:rPr>
        <w:t>Muriku</w:t>
      </w:r>
      <w:proofErr w:type="spellEnd"/>
      <w:r w:rsidRPr="00DD3DEC">
        <w:rPr>
          <w:rFonts w:ascii="Times New Roman" w:hAnsi="Times New Roman"/>
          <w:kern w:val="1"/>
          <w:szCs w:val="24"/>
        </w:rPr>
        <w:t xml:space="preserve"> taotlus liiklusmärkide teemal</w:t>
      </w:r>
    </w:p>
    <w:p w14:paraId="041BCFA0" w14:textId="117C5709" w:rsidR="00DD3DEC" w:rsidRPr="00DD3DEC" w:rsidRDefault="00DD3DEC" w:rsidP="00DD3DEC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 w:rsidRPr="00DD3DEC">
        <w:rPr>
          <w:rFonts w:ascii="Times New Roman" w:hAnsi="Times New Roman"/>
          <w:kern w:val="1"/>
          <w:szCs w:val="24"/>
        </w:rPr>
        <w:t xml:space="preserve">- Priit </w:t>
      </w:r>
      <w:proofErr w:type="spellStart"/>
      <w:r w:rsidRPr="00DD3DEC">
        <w:rPr>
          <w:rFonts w:ascii="Times New Roman" w:hAnsi="Times New Roman"/>
          <w:kern w:val="1"/>
          <w:szCs w:val="24"/>
        </w:rPr>
        <w:t>Toobali</w:t>
      </w:r>
      <w:proofErr w:type="spellEnd"/>
      <w:r w:rsidRPr="00DD3DEC">
        <w:rPr>
          <w:rFonts w:ascii="Times New Roman" w:hAnsi="Times New Roman"/>
          <w:kern w:val="1"/>
          <w:szCs w:val="24"/>
        </w:rPr>
        <w:t xml:space="preserve"> taotlus ​OÜle </w:t>
      </w:r>
      <w:proofErr w:type="spellStart"/>
      <w:r w:rsidRPr="00DD3DEC">
        <w:rPr>
          <w:rFonts w:ascii="Times New Roman" w:hAnsi="Times New Roman"/>
          <w:kern w:val="1"/>
          <w:szCs w:val="24"/>
        </w:rPr>
        <w:t>Elductum</w:t>
      </w:r>
      <w:proofErr w:type="spellEnd"/>
      <w:r w:rsidRPr="00DD3DEC">
        <w:rPr>
          <w:rFonts w:ascii="Times New Roman" w:hAnsi="Times New Roman"/>
          <w:kern w:val="1"/>
          <w:szCs w:val="24"/>
        </w:rPr>
        <w:t xml:space="preserve"> toetuse määramise teemal </w:t>
      </w:r>
      <w:r w:rsidR="00EA09DE">
        <w:rPr>
          <w:rFonts w:ascii="Times New Roman" w:hAnsi="Times New Roman"/>
          <w:kern w:val="1"/>
          <w:szCs w:val="24"/>
        </w:rPr>
        <w:t xml:space="preserve">- </w:t>
      </w:r>
      <w:r w:rsidRPr="00DD3DEC">
        <w:rPr>
          <w:rFonts w:ascii="Times New Roman" w:hAnsi="Times New Roman"/>
          <w:i/>
          <w:iCs/>
          <w:kern w:val="1"/>
          <w:szCs w:val="24"/>
        </w:rPr>
        <w:t>Kaie Toobal</w:t>
      </w:r>
    </w:p>
    <w:p w14:paraId="751402AA" w14:textId="072CB8A8" w:rsidR="00DD3DEC" w:rsidRPr="00DD3DEC" w:rsidRDefault="00DD3DEC" w:rsidP="00DD3DEC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bookmarkStart w:id="0" w:name="_Hlk161910730"/>
      <w:r>
        <w:rPr>
          <w:rFonts w:ascii="Times New Roman" w:hAnsi="Times New Roman"/>
          <w:kern w:val="1"/>
          <w:szCs w:val="24"/>
        </w:rPr>
        <w:t>3</w:t>
      </w:r>
      <w:r w:rsidRPr="00DD3DEC">
        <w:rPr>
          <w:rFonts w:ascii="Times New Roman" w:hAnsi="Times New Roman"/>
          <w:kern w:val="1"/>
          <w:szCs w:val="24"/>
        </w:rPr>
        <w:t>. Reservfondi kasutamine</w:t>
      </w:r>
    </w:p>
    <w:bookmarkEnd w:id="0"/>
    <w:p w14:paraId="0BCE2693" w14:textId="59E39714" w:rsidR="004879E1" w:rsidRDefault="00DD3DEC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>
        <w:rPr>
          <w:rFonts w:ascii="Times New Roman" w:hAnsi="Times New Roman"/>
          <w:kern w:val="1"/>
          <w:szCs w:val="24"/>
        </w:rPr>
        <w:t>4. Audest Audiitorteenuste OÜ järelepärimine</w:t>
      </w:r>
    </w:p>
    <w:p w14:paraId="175A7B0F" w14:textId="77777777" w:rsidR="0025784E" w:rsidRPr="000C402B" w:rsidRDefault="0025784E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</w:p>
    <w:p w14:paraId="073F0C12" w14:textId="77777777" w:rsidR="00DD3DEC" w:rsidRPr="00DD3DEC" w:rsidRDefault="00DD3DEC" w:rsidP="00DD3DEC">
      <w:pPr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kern w:val="1"/>
          <w:szCs w:val="24"/>
        </w:rPr>
      </w:pPr>
      <w:r w:rsidRPr="00DD3DEC">
        <w:rPr>
          <w:rFonts w:ascii="Times New Roman" w:hAnsi="Times New Roman"/>
          <w:b/>
          <w:bCs/>
          <w:kern w:val="1"/>
          <w:szCs w:val="24"/>
        </w:rPr>
        <w:t>1. Valla kinnisvara analüüs</w:t>
      </w:r>
    </w:p>
    <w:p w14:paraId="50E1162D" w14:textId="77777777" w:rsidR="00C30091" w:rsidRDefault="00C30091" w:rsidP="0024420F">
      <w:pPr>
        <w:rPr>
          <w:rFonts w:ascii="Times New Roman" w:hAnsi="Times New Roman"/>
          <w:szCs w:val="24"/>
        </w:rPr>
      </w:pPr>
    </w:p>
    <w:p w14:paraId="74004461" w14:textId="4EC94242" w:rsidR="00EA09DE" w:rsidRDefault="00EA09DE" w:rsidP="0024420F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Kinnisvaraspetsialist Bianka Ränkel andis ülevaate valla kinnisvara müügi tabelist.</w:t>
      </w:r>
    </w:p>
    <w:p w14:paraId="30DB65B9" w14:textId="77777777" w:rsidR="008316C5" w:rsidRDefault="008316C5" w:rsidP="0024420F">
      <w:pPr>
        <w:rPr>
          <w:rFonts w:ascii="Times New Roman" w:hAnsi="Times New Roman"/>
          <w:szCs w:val="24"/>
        </w:rPr>
      </w:pPr>
    </w:p>
    <w:p w14:paraId="033B7317" w14:textId="3025F1A7" w:rsidR="00EA09DE" w:rsidRDefault="008316C5" w:rsidP="0024420F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Toimus arutelu ja k</w:t>
      </w:r>
      <w:r w:rsidR="00EA09DE">
        <w:rPr>
          <w:rFonts w:ascii="Times New Roman" w:hAnsi="Times New Roman"/>
          <w:szCs w:val="24"/>
        </w:rPr>
        <w:t>omisjoni liikmed andsid omapoolseid ettepanekuid</w:t>
      </w:r>
      <w:r>
        <w:rPr>
          <w:rFonts w:ascii="Times New Roman" w:hAnsi="Times New Roman"/>
          <w:szCs w:val="24"/>
        </w:rPr>
        <w:t>.</w:t>
      </w:r>
    </w:p>
    <w:p w14:paraId="6B3C8D11" w14:textId="77777777" w:rsidR="00DD3DEC" w:rsidRDefault="00DD3DEC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7579CECC" w14:textId="77777777" w:rsidR="00DD3DEC" w:rsidRDefault="00DD3DEC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106B5C7F" w14:textId="01C831CF" w:rsidR="00DD3DEC" w:rsidRDefault="00DD3DEC" w:rsidP="00DD3DEC">
      <w:pPr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kern w:val="1"/>
          <w:szCs w:val="24"/>
        </w:rPr>
      </w:pPr>
      <w:r w:rsidRPr="00DD3DEC">
        <w:rPr>
          <w:rFonts w:ascii="Times New Roman" w:hAnsi="Times New Roman"/>
          <w:b/>
          <w:bCs/>
          <w:kern w:val="1"/>
          <w:szCs w:val="24"/>
        </w:rPr>
        <w:t>2. Laekunud taotluste arutelu</w:t>
      </w:r>
    </w:p>
    <w:p w14:paraId="4E004636" w14:textId="51C5093E" w:rsidR="002C3332" w:rsidRPr="004224D2" w:rsidRDefault="002C3332" w:rsidP="00DD3DEC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  <w:u w:val="single"/>
        </w:rPr>
      </w:pPr>
      <w:r w:rsidRPr="004224D2">
        <w:rPr>
          <w:rFonts w:ascii="Times New Roman" w:hAnsi="Times New Roman"/>
          <w:kern w:val="1"/>
          <w:szCs w:val="24"/>
          <w:u w:val="single"/>
        </w:rPr>
        <w:t>2.1 Taotlus staadionimaja teemal</w:t>
      </w:r>
    </w:p>
    <w:p w14:paraId="1DCC6C45" w14:textId="2B475181" w:rsidR="001C792C" w:rsidRDefault="001C792C" w:rsidP="00DD3DEC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>
        <w:rPr>
          <w:rFonts w:ascii="Times New Roman" w:hAnsi="Times New Roman"/>
          <w:kern w:val="1"/>
          <w:szCs w:val="24"/>
        </w:rPr>
        <w:t xml:space="preserve">Taotlusega palutakse </w:t>
      </w:r>
      <w:r w:rsidR="000C249F" w:rsidRPr="000C249F">
        <w:rPr>
          <w:rFonts w:ascii="Times New Roman" w:hAnsi="Times New Roman"/>
          <w:kern w:val="1"/>
          <w:szCs w:val="24"/>
        </w:rPr>
        <w:t xml:space="preserve">komisjonil hinnata Suure-Jaani Tervisekoja ja MTÜ SK </w:t>
      </w:r>
      <w:proofErr w:type="spellStart"/>
      <w:r w:rsidR="000C249F" w:rsidRPr="000C249F">
        <w:rPr>
          <w:rFonts w:ascii="Times New Roman" w:hAnsi="Times New Roman"/>
          <w:kern w:val="1"/>
          <w:szCs w:val="24"/>
        </w:rPr>
        <w:t>Kirm</w:t>
      </w:r>
      <w:proofErr w:type="spellEnd"/>
      <w:r w:rsidR="000C249F" w:rsidRPr="000C249F">
        <w:rPr>
          <w:rFonts w:ascii="Times New Roman" w:hAnsi="Times New Roman"/>
          <w:kern w:val="1"/>
          <w:szCs w:val="24"/>
        </w:rPr>
        <w:t xml:space="preserve"> vahel sõlmitud vara tasuta kasutamise lepingu õiguspärasust ja otstarbekust. </w:t>
      </w:r>
      <w:r w:rsidR="00FA0338">
        <w:rPr>
          <w:rFonts w:ascii="Times New Roman" w:hAnsi="Times New Roman"/>
          <w:kern w:val="1"/>
          <w:szCs w:val="24"/>
        </w:rPr>
        <w:t xml:space="preserve">Lepingu järgi on antud kasutada SK </w:t>
      </w:r>
      <w:proofErr w:type="spellStart"/>
      <w:r w:rsidR="00FA0338">
        <w:rPr>
          <w:rFonts w:ascii="Times New Roman" w:hAnsi="Times New Roman"/>
          <w:kern w:val="1"/>
          <w:szCs w:val="24"/>
        </w:rPr>
        <w:t>Kirm-ile</w:t>
      </w:r>
      <w:proofErr w:type="spellEnd"/>
      <w:r w:rsidR="00FA0338">
        <w:rPr>
          <w:rFonts w:ascii="Times New Roman" w:hAnsi="Times New Roman"/>
          <w:kern w:val="1"/>
          <w:szCs w:val="24"/>
        </w:rPr>
        <w:t xml:space="preserve"> staadionimaja ruume pühapäeviti kell 14-20 ehk 6 tundi.</w:t>
      </w:r>
    </w:p>
    <w:p w14:paraId="20E7A327" w14:textId="74A973C1" w:rsidR="002C3332" w:rsidRDefault="001C792C" w:rsidP="00DD3DEC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>
        <w:rPr>
          <w:rFonts w:ascii="Times New Roman" w:hAnsi="Times New Roman"/>
          <w:kern w:val="1"/>
          <w:szCs w:val="24"/>
        </w:rPr>
        <w:t>Taotl</w:t>
      </w:r>
      <w:r w:rsidR="006453E7">
        <w:rPr>
          <w:rFonts w:ascii="Times New Roman" w:hAnsi="Times New Roman"/>
          <w:kern w:val="1"/>
          <w:szCs w:val="24"/>
        </w:rPr>
        <w:t>use esitaja sõnul e</w:t>
      </w:r>
      <w:r w:rsidR="002C3332" w:rsidRPr="000C249F">
        <w:rPr>
          <w:rFonts w:ascii="Times New Roman" w:hAnsi="Times New Roman"/>
          <w:kern w:val="1"/>
          <w:szCs w:val="24"/>
        </w:rPr>
        <w:t xml:space="preserve">bameeldivad olukorrad staadionimaja SK </w:t>
      </w:r>
      <w:proofErr w:type="spellStart"/>
      <w:r w:rsidR="002C3332" w:rsidRPr="000C249F">
        <w:rPr>
          <w:rFonts w:ascii="Times New Roman" w:hAnsi="Times New Roman"/>
          <w:kern w:val="1"/>
          <w:szCs w:val="24"/>
        </w:rPr>
        <w:t>Kirm-i</w:t>
      </w:r>
      <w:proofErr w:type="spellEnd"/>
      <w:r w:rsidR="002C3332" w:rsidRPr="000C249F">
        <w:rPr>
          <w:rFonts w:ascii="Times New Roman" w:hAnsi="Times New Roman"/>
          <w:kern w:val="1"/>
          <w:szCs w:val="24"/>
        </w:rPr>
        <w:t xml:space="preserve"> poolt jätkuvad. Viimane olukord oli põrandakütte probleem</w:t>
      </w:r>
      <w:r w:rsidR="004D73CE" w:rsidRPr="000C249F">
        <w:rPr>
          <w:rFonts w:ascii="Times New Roman" w:hAnsi="Times New Roman"/>
          <w:kern w:val="1"/>
          <w:szCs w:val="24"/>
        </w:rPr>
        <w:t>, mida püüti lahendada omavoliliselt ja rikuti põrandaplaadid.</w:t>
      </w:r>
      <w:r w:rsidR="004D73CE">
        <w:rPr>
          <w:rFonts w:ascii="Times New Roman" w:hAnsi="Times New Roman"/>
          <w:kern w:val="1"/>
          <w:szCs w:val="24"/>
        </w:rPr>
        <w:t xml:space="preserve"> </w:t>
      </w:r>
      <w:r w:rsidR="00622551">
        <w:rPr>
          <w:rFonts w:ascii="Times New Roman" w:hAnsi="Times New Roman"/>
          <w:kern w:val="1"/>
          <w:szCs w:val="24"/>
        </w:rPr>
        <w:t>On märke alkoholitarvitamisest</w:t>
      </w:r>
      <w:r w:rsidR="00A1463B">
        <w:rPr>
          <w:rFonts w:ascii="Times New Roman" w:hAnsi="Times New Roman"/>
          <w:kern w:val="1"/>
          <w:szCs w:val="24"/>
        </w:rPr>
        <w:t xml:space="preserve">. </w:t>
      </w:r>
      <w:r w:rsidR="004D73CE">
        <w:rPr>
          <w:rFonts w:ascii="Times New Roman" w:hAnsi="Times New Roman"/>
          <w:kern w:val="1"/>
          <w:szCs w:val="24"/>
        </w:rPr>
        <w:t xml:space="preserve">On häiritud pühapäeviti toimuvaid </w:t>
      </w:r>
      <w:r w:rsidR="008F28FF">
        <w:rPr>
          <w:rFonts w:ascii="Times New Roman" w:hAnsi="Times New Roman"/>
          <w:kern w:val="1"/>
          <w:szCs w:val="24"/>
        </w:rPr>
        <w:t>spordiüritus</w:t>
      </w:r>
      <w:r w:rsidR="004D73CE">
        <w:rPr>
          <w:rFonts w:ascii="Times New Roman" w:hAnsi="Times New Roman"/>
          <w:kern w:val="1"/>
          <w:szCs w:val="24"/>
        </w:rPr>
        <w:t>i/trenne</w:t>
      </w:r>
      <w:r w:rsidR="008F28FF">
        <w:rPr>
          <w:rFonts w:ascii="Times New Roman" w:hAnsi="Times New Roman"/>
          <w:kern w:val="1"/>
          <w:szCs w:val="24"/>
        </w:rPr>
        <w:t>, kus osalevad lapsed ja lapsevanemad</w:t>
      </w:r>
      <w:r w:rsidR="00CB6476">
        <w:rPr>
          <w:rFonts w:ascii="Times New Roman" w:hAnsi="Times New Roman"/>
          <w:kern w:val="1"/>
          <w:szCs w:val="24"/>
        </w:rPr>
        <w:t>.</w:t>
      </w:r>
    </w:p>
    <w:p w14:paraId="765C3646" w14:textId="61EF14AC" w:rsidR="0096593F" w:rsidRPr="00DD3DEC" w:rsidRDefault="0096593F" w:rsidP="00DD3DEC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>
        <w:rPr>
          <w:rFonts w:ascii="Times New Roman" w:hAnsi="Times New Roman"/>
          <w:kern w:val="1"/>
          <w:szCs w:val="24"/>
        </w:rPr>
        <w:t>Taotleja soovib asjale lahendust, sest tulemas on kevad-suvine hooaeg ja tihe</w:t>
      </w:r>
      <w:r w:rsidR="005F2B91">
        <w:rPr>
          <w:rFonts w:ascii="Times New Roman" w:hAnsi="Times New Roman"/>
          <w:kern w:val="1"/>
          <w:szCs w:val="24"/>
        </w:rPr>
        <w:t xml:space="preserve"> staadioni kasutus</w:t>
      </w:r>
      <w:r w:rsidR="0071415A">
        <w:rPr>
          <w:rFonts w:ascii="Times New Roman" w:hAnsi="Times New Roman"/>
          <w:kern w:val="1"/>
          <w:szCs w:val="24"/>
        </w:rPr>
        <w:t>.</w:t>
      </w:r>
    </w:p>
    <w:p w14:paraId="35CF17E7" w14:textId="683003A9" w:rsidR="00DD3DEC" w:rsidRDefault="00DD3DEC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178B5473" w14:textId="633C0352" w:rsidR="004D73CE" w:rsidRDefault="004D73CE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Toimus arutelu.</w:t>
      </w:r>
    </w:p>
    <w:p w14:paraId="6C914E02" w14:textId="77777777" w:rsidR="004D73CE" w:rsidRPr="002C3332" w:rsidRDefault="004D73CE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51338A57" w14:textId="0A53CB8B" w:rsidR="00DD3DEC" w:rsidRPr="002C3332" w:rsidRDefault="00556FAB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040A09">
        <w:rPr>
          <w:rFonts w:ascii="Times New Roman" w:hAnsi="Times New Roman"/>
          <w:b/>
          <w:bCs/>
          <w:szCs w:val="24"/>
        </w:rPr>
        <w:t xml:space="preserve">Komisjoni </w:t>
      </w:r>
      <w:r w:rsidR="00A1463B">
        <w:rPr>
          <w:rFonts w:ascii="Times New Roman" w:hAnsi="Times New Roman"/>
          <w:b/>
          <w:bCs/>
          <w:szCs w:val="24"/>
        </w:rPr>
        <w:t>ettepanekud vallavalitsusele</w:t>
      </w:r>
      <w:r w:rsidRPr="00040A09">
        <w:rPr>
          <w:rFonts w:ascii="Times New Roman" w:hAnsi="Times New Roman"/>
          <w:b/>
          <w:bCs/>
          <w:szCs w:val="24"/>
        </w:rPr>
        <w:t>:</w:t>
      </w:r>
      <w:r>
        <w:rPr>
          <w:rFonts w:ascii="Times New Roman" w:hAnsi="Times New Roman"/>
          <w:szCs w:val="24"/>
        </w:rPr>
        <w:t xml:space="preserve"> </w:t>
      </w:r>
      <w:r w:rsidR="00E55C3D">
        <w:rPr>
          <w:rFonts w:ascii="Times New Roman" w:hAnsi="Times New Roman"/>
          <w:szCs w:val="24"/>
        </w:rPr>
        <w:t xml:space="preserve">rikkumised </w:t>
      </w:r>
      <w:r w:rsidR="00A1463B">
        <w:rPr>
          <w:rFonts w:ascii="Times New Roman" w:hAnsi="Times New Roman"/>
          <w:szCs w:val="24"/>
        </w:rPr>
        <w:t xml:space="preserve">SK </w:t>
      </w:r>
      <w:proofErr w:type="spellStart"/>
      <w:r w:rsidR="00A1463B">
        <w:rPr>
          <w:rFonts w:ascii="Times New Roman" w:hAnsi="Times New Roman"/>
          <w:szCs w:val="24"/>
        </w:rPr>
        <w:t>K</w:t>
      </w:r>
      <w:r w:rsidR="009A6756">
        <w:rPr>
          <w:rFonts w:ascii="Times New Roman" w:hAnsi="Times New Roman"/>
          <w:szCs w:val="24"/>
        </w:rPr>
        <w:t>irm-i</w:t>
      </w:r>
      <w:proofErr w:type="spellEnd"/>
      <w:r w:rsidR="009A6756">
        <w:rPr>
          <w:rFonts w:ascii="Times New Roman" w:hAnsi="Times New Roman"/>
          <w:szCs w:val="24"/>
        </w:rPr>
        <w:t xml:space="preserve"> poolt </w:t>
      </w:r>
      <w:r w:rsidR="00E55C3D">
        <w:rPr>
          <w:rFonts w:ascii="Times New Roman" w:hAnsi="Times New Roman"/>
          <w:szCs w:val="24"/>
        </w:rPr>
        <w:t>tuleb fikseerida kirjalikult</w:t>
      </w:r>
      <w:r w:rsidR="00411079">
        <w:rPr>
          <w:rFonts w:ascii="Times New Roman" w:hAnsi="Times New Roman"/>
          <w:szCs w:val="24"/>
        </w:rPr>
        <w:t>. V</w:t>
      </w:r>
      <w:r w:rsidR="00040A09">
        <w:rPr>
          <w:rFonts w:ascii="Times New Roman" w:hAnsi="Times New Roman"/>
          <w:szCs w:val="24"/>
        </w:rPr>
        <w:t>allavalitsusel lepingu tingimus</w:t>
      </w:r>
      <w:r w:rsidR="00DD2B11">
        <w:rPr>
          <w:rFonts w:ascii="Times New Roman" w:hAnsi="Times New Roman"/>
          <w:szCs w:val="24"/>
        </w:rPr>
        <w:t>ed</w:t>
      </w:r>
      <w:r w:rsidR="00040A09">
        <w:rPr>
          <w:rFonts w:ascii="Times New Roman" w:hAnsi="Times New Roman"/>
          <w:szCs w:val="24"/>
        </w:rPr>
        <w:t xml:space="preserve"> </w:t>
      </w:r>
      <w:r w:rsidR="0090045A">
        <w:rPr>
          <w:rFonts w:ascii="Times New Roman" w:hAnsi="Times New Roman"/>
          <w:szCs w:val="24"/>
        </w:rPr>
        <w:t>üle</w:t>
      </w:r>
      <w:r w:rsidR="00DD2B11">
        <w:rPr>
          <w:rFonts w:ascii="Times New Roman" w:hAnsi="Times New Roman"/>
          <w:szCs w:val="24"/>
        </w:rPr>
        <w:t xml:space="preserve"> </w:t>
      </w:r>
      <w:r w:rsidR="0090045A">
        <w:rPr>
          <w:rFonts w:ascii="Times New Roman" w:hAnsi="Times New Roman"/>
          <w:szCs w:val="24"/>
        </w:rPr>
        <w:t>vaa</w:t>
      </w:r>
      <w:r w:rsidR="00DD2B11">
        <w:rPr>
          <w:rFonts w:ascii="Times New Roman" w:hAnsi="Times New Roman"/>
          <w:szCs w:val="24"/>
        </w:rPr>
        <w:t>d</w:t>
      </w:r>
      <w:r w:rsidR="0090045A">
        <w:rPr>
          <w:rFonts w:ascii="Times New Roman" w:hAnsi="Times New Roman"/>
          <w:szCs w:val="24"/>
        </w:rPr>
        <w:t>a</w:t>
      </w:r>
      <w:r w:rsidR="00DD2B11">
        <w:rPr>
          <w:rFonts w:ascii="Times New Roman" w:hAnsi="Times New Roman"/>
          <w:szCs w:val="24"/>
        </w:rPr>
        <w:t>ta</w:t>
      </w:r>
      <w:r w:rsidR="0090045A">
        <w:rPr>
          <w:rFonts w:ascii="Times New Roman" w:hAnsi="Times New Roman"/>
          <w:szCs w:val="24"/>
        </w:rPr>
        <w:t xml:space="preserve"> ja teha va</w:t>
      </w:r>
      <w:r w:rsidR="009A6756">
        <w:rPr>
          <w:rFonts w:ascii="Times New Roman" w:hAnsi="Times New Roman"/>
          <w:szCs w:val="24"/>
        </w:rPr>
        <w:t>jalikud</w:t>
      </w:r>
      <w:r w:rsidR="0090045A">
        <w:rPr>
          <w:rFonts w:ascii="Times New Roman" w:hAnsi="Times New Roman"/>
          <w:szCs w:val="24"/>
        </w:rPr>
        <w:t xml:space="preserve"> muudatused</w:t>
      </w:r>
      <w:r w:rsidR="00040A09">
        <w:rPr>
          <w:rFonts w:ascii="Times New Roman" w:hAnsi="Times New Roman"/>
          <w:szCs w:val="24"/>
        </w:rPr>
        <w:t>.</w:t>
      </w:r>
      <w:r w:rsidR="0090045A">
        <w:rPr>
          <w:rFonts w:ascii="Times New Roman" w:hAnsi="Times New Roman"/>
          <w:szCs w:val="24"/>
        </w:rPr>
        <w:t xml:space="preserve"> </w:t>
      </w:r>
      <w:r w:rsidR="004D73CE">
        <w:rPr>
          <w:rFonts w:ascii="Times New Roman" w:hAnsi="Times New Roman"/>
          <w:szCs w:val="24"/>
        </w:rPr>
        <w:t xml:space="preserve"> </w:t>
      </w:r>
    </w:p>
    <w:p w14:paraId="35027B1C" w14:textId="77777777" w:rsidR="008316C5" w:rsidRPr="002C3332" w:rsidRDefault="008316C5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4173E1A" w14:textId="0B3FEAA4" w:rsidR="00C8564B" w:rsidRPr="004224D2" w:rsidRDefault="000B2880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  <w:u w:val="single"/>
        </w:rPr>
      </w:pPr>
      <w:r w:rsidRPr="004224D2">
        <w:rPr>
          <w:rFonts w:ascii="Times New Roman" w:hAnsi="Times New Roman"/>
          <w:szCs w:val="24"/>
          <w:u w:val="single"/>
        </w:rPr>
        <w:t>2.2 Taotlus seoses liikluskorraldusega vallas</w:t>
      </w:r>
    </w:p>
    <w:p w14:paraId="0632F849" w14:textId="7CB9FA8D" w:rsidR="00925397" w:rsidRDefault="00925397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Taotleja soovib </w:t>
      </w:r>
      <w:r w:rsidR="00B87F78">
        <w:rPr>
          <w:rFonts w:ascii="Times New Roman" w:hAnsi="Times New Roman"/>
          <w:szCs w:val="24"/>
        </w:rPr>
        <w:t>komisjoni hinnangut</w:t>
      </w:r>
      <w:r w:rsidR="0052241C">
        <w:rPr>
          <w:rFonts w:ascii="Times New Roman" w:hAnsi="Times New Roman"/>
          <w:szCs w:val="24"/>
        </w:rPr>
        <w:t xml:space="preserve"> </w:t>
      </w:r>
      <w:r w:rsidR="0052241C" w:rsidRPr="0052241C">
        <w:rPr>
          <w:rFonts w:ascii="Times New Roman" w:hAnsi="Times New Roman"/>
          <w:szCs w:val="24"/>
        </w:rPr>
        <w:t>liikluspiirangute kehtestamise õiguslikkust, otstarbekust ja tulemuslikkust</w:t>
      </w:r>
      <w:r w:rsidR="00A307B4">
        <w:rPr>
          <w:rFonts w:ascii="Times New Roman" w:hAnsi="Times New Roman"/>
          <w:szCs w:val="24"/>
        </w:rPr>
        <w:t>.</w:t>
      </w:r>
    </w:p>
    <w:p w14:paraId="12F20448" w14:textId="77777777" w:rsidR="00122075" w:rsidRDefault="00122075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7911FB90" w14:textId="650AAB84" w:rsidR="00122075" w:rsidRDefault="00122075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Toimus arutelu. </w:t>
      </w:r>
    </w:p>
    <w:p w14:paraId="1BE0B703" w14:textId="77777777" w:rsidR="00122075" w:rsidRDefault="00122075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97C4202" w14:textId="0355A0E4" w:rsidR="00C8564B" w:rsidRDefault="00784113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4224D2">
        <w:rPr>
          <w:rFonts w:ascii="Times New Roman" w:hAnsi="Times New Roman"/>
          <w:b/>
          <w:bCs/>
          <w:szCs w:val="24"/>
        </w:rPr>
        <w:t xml:space="preserve">Komisjoni </w:t>
      </w:r>
      <w:r w:rsidR="009C2535" w:rsidRPr="004224D2">
        <w:rPr>
          <w:rFonts w:ascii="Times New Roman" w:hAnsi="Times New Roman"/>
          <w:b/>
          <w:bCs/>
          <w:szCs w:val="24"/>
        </w:rPr>
        <w:t>seisukoht</w:t>
      </w:r>
      <w:r w:rsidR="009C2535">
        <w:rPr>
          <w:rFonts w:ascii="Times New Roman" w:hAnsi="Times New Roman"/>
          <w:szCs w:val="24"/>
        </w:rPr>
        <w:t xml:space="preserve">: </w:t>
      </w:r>
      <w:r w:rsidR="00FF0528">
        <w:rPr>
          <w:rFonts w:ascii="Times New Roman" w:hAnsi="Times New Roman"/>
          <w:szCs w:val="24"/>
        </w:rPr>
        <w:t xml:space="preserve">kodanik on saanud abivallavanem Jaanus Rahulalt </w:t>
      </w:r>
      <w:r w:rsidR="000A7BD4">
        <w:rPr>
          <w:rFonts w:ascii="Times New Roman" w:hAnsi="Times New Roman"/>
          <w:szCs w:val="24"/>
        </w:rPr>
        <w:t>piisava selgituse</w:t>
      </w:r>
      <w:r w:rsidR="00233D95">
        <w:rPr>
          <w:rFonts w:ascii="Times New Roman" w:hAnsi="Times New Roman"/>
          <w:szCs w:val="24"/>
        </w:rPr>
        <w:t xml:space="preserve"> oma küsimustele</w:t>
      </w:r>
      <w:r w:rsidR="007E0A8A">
        <w:rPr>
          <w:rFonts w:ascii="Times New Roman" w:hAnsi="Times New Roman"/>
          <w:szCs w:val="24"/>
        </w:rPr>
        <w:t xml:space="preserve"> ning </w:t>
      </w:r>
      <w:r w:rsidR="004C48D7">
        <w:rPr>
          <w:rFonts w:ascii="Times New Roman" w:hAnsi="Times New Roman"/>
          <w:szCs w:val="24"/>
        </w:rPr>
        <w:t xml:space="preserve">ametnikud on </w:t>
      </w:r>
      <w:r w:rsidR="007B1CFF">
        <w:rPr>
          <w:rFonts w:ascii="Times New Roman" w:hAnsi="Times New Roman"/>
          <w:szCs w:val="24"/>
        </w:rPr>
        <w:t xml:space="preserve">oma töös </w:t>
      </w:r>
      <w:r w:rsidR="004C48D7">
        <w:rPr>
          <w:rFonts w:ascii="Times New Roman" w:hAnsi="Times New Roman"/>
          <w:szCs w:val="24"/>
        </w:rPr>
        <w:t>lähtunud liikluse parema korraldamise põhimõttest</w:t>
      </w:r>
      <w:r w:rsidR="00122075">
        <w:rPr>
          <w:rFonts w:ascii="Times New Roman" w:hAnsi="Times New Roman"/>
          <w:szCs w:val="24"/>
        </w:rPr>
        <w:t xml:space="preserve"> ega ole millegi vastu eksinud</w:t>
      </w:r>
      <w:r w:rsidR="001C262C">
        <w:rPr>
          <w:rFonts w:ascii="Times New Roman" w:hAnsi="Times New Roman"/>
          <w:szCs w:val="24"/>
        </w:rPr>
        <w:t xml:space="preserve">. </w:t>
      </w:r>
    </w:p>
    <w:p w14:paraId="6F1F349F" w14:textId="77777777" w:rsidR="00C8564B" w:rsidRPr="002C3332" w:rsidRDefault="00C8564B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11E69D30" w14:textId="487EACF8" w:rsidR="00DD3DEC" w:rsidRPr="004224D2" w:rsidRDefault="004865E8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  <w:u w:val="single"/>
        </w:rPr>
      </w:pPr>
      <w:r w:rsidRPr="004224D2">
        <w:rPr>
          <w:rFonts w:ascii="Times New Roman" w:hAnsi="Times New Roman"/>
          <w:szCs w:val="24"/>
          <w:u w:val="single"/>
        </w:rPr>
        <w:t xml:space="preserve">2.3 </w:t>
      </w:r>
      <w:r w:rsidR="00EB157A" w:rsidRPr="004224D2">
        <w:rPr>
          <w:rFonts w:ascii="Times New Roman" w:hAnsi="Times New Roman"/>
          <w:szCs w:val="24"/>
          <w:u w:val="single"/>
        </w:rPr>
        <w:t xml:space="preserve">Taotlus seoses OÜ-le </w:t>
      </w:r>
      <w:proofErr w:type="spellStart"/>
      <w:r w:rsidR="00EB157A" w:rsidRPr="004224D2">
        <w:rPr>
          <w:rFonts w:ascii="Times New Roman" w:hAnsi="Times New Roman"/>
          <w:szCs w:val="24"/>
          <w:u w:val="single"/>
        </w:rPr>
        <w:t>Elductum</w:t>
      </w:r>
      <w:proofErr w:type="spellEnd"/>
      <w:r w:rsidR="00EB157A" w:rsidRPr="004224D2">
        <w:rPr>
          <w:rFonts w:ascii="Times New Roman" w:hAnsi="Times New Roman"/>
          <w:szCs w:val="24"/>
          <w:u w:val="single"/>
        </w:rPr>
        <w:t xml:space="preserve"> toetuse määramise osas</w:t>
      </w:r>
      <w:r w:rsidR="00353988" w:rsidRPr="004224D2">
        <w:rPr>
          <w:rFonts w:ascii="Times New Roman" w:hAnsi="Times New Roman"/>
          <w:szCs w:val="24"/>
          <w:u w:val="single"/>
        </w:rPr>
        <w:t>.</w:t>
      </w:r>
    </w:p>
    <w:p w14:paraId="22413919" w14:textId="77777777" w:rsidR="008B0B20" w:rsidRDefault="00246514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Selgit</w:t>
      </w:r>
      <w:r w:rsidR="00671F9B">
        <w:rPr>
          <w:rFonts w:ascii="Times New Roman" w:hAnsi="Times New Roman"/>
          <w:szCs w:val="24"/>
        </w:rPr>
        <w:t>usi jagas a</w:t>
      </w:r>
      <w:r w:rsidR="00353988">
        <w:rPr>
          <w:rFonts w:ascii="Times New Roman" w:hAnsi="Times New Roman"/>
          <w:szCs w:val="24"/>
        </w:rPr>
        <w:t xml:space="preserve">bivallavanem </w:t>
      </w:r>
      <w:r>
        <w:rPr>
          <w:rFonts w:ascii="Times New Roman" w:hAnsi="Times New Roman"/>
          <w:szCs w:val="24"/>
        </w:rPr>
        <w:t>Kaie Toobal</w:t>
      </w:r>
      <w:r w:rsidR="00671F9B">
        <w:rPr>
          <w:rFonts w:ascii="Times New Roman" w:hAnsi="Times New Roman"/>
          <w:szCs w:val="24"/>
        </w:rPr>
        <w:t xml:space="preserve">. </w:t>
      </w:r>
    </w:p>
    <w:p w14:paraId="2D58A455" w14:textId="73CAD986" w:rsidR="00353988" w:rsidRDefault="00671F9B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OÜ-ga</w:t>
      </w:r>
      <w:r w:rsidR="00AD4E96">
        <w:rPr>
          <w:rFonts w:ascii="Times New Roman" w:hAnsi="Times New Roman"/>
          <w:szCs w:val="24"/>
        </w:rPr>
        <w:t xml:space="preserve"> </w:t>
      </w:r>
      <w:proofErr w:type="spellStart"/>
      <w:r w:rsidR="00AD4E96">
        <w:rPr>
          <w:rFonts w:ascii="Times New Roman" w:hAnsi="Times New Roman"/>
          <w:szCs w:val="24"/>
        </w:rPr>
        <w:t>Elductum</w:t>
      </w:r>
      <w:proofErr w:type="spellEnd"/>
      <w:r w:rsidR="00AD4E96">
        <w:rPr>
          <w:rFonts w:ascii="Times New Roman" w:hAnsi="Times New Roman"/>
          <w:szCs w:val="24"/>
        </w:rPr>
        <w:t xml:space="preserve">, kes </w:t>
      </w:r>
      <w:r w:rsidR="008B0B20">
        <w:rPr>
          <w:rFonts w:ascii="Times New Roman" w:hAnsi="Times New Roman"/>
          <w:szCs w:val="24"/>
        </w:rPr>
        <w:t>teeb</w:t>
      </w:r>
      <w:r w:rsidR="00AD4E96">
        <w:rPr>
          <w:rFonts w:ascii="Times New Roman" w:hAnsi="Times New Roman"/>
          <w:szCs w:val="24"/>
        </w:rPr>
        <w:t xml:space="preserve"> kaubabussi</w:t>
      </w:r>
      <w:r w:rsidR="003B3823">
        <w:rPr>
          <w:rFonts w:ascii="Times New Roman" w:hAnsi="Times New Roman"/>
          <w:szCs w:val="24"/>
        </w:rPr>
        <w:t xml:space="preserve"> </w:t>
      </w:r>
      <w:r w:rsidR="008B0B20">
        <w:rPr>
          <w:rFonts w:ascii="Times New Roman" w:hAnsi="Times New Roman"/>
          <w:szCs w:val="24"/>
        </w:rPr>
        <w:t>ringe</w:t>
      </w:r>
      <w:r w:rsidR="003B3823">
        <w:rPr>
          <w:rFonts w:ascii="Times New Roman" w:hAnsi="Times New Roman"/>
          <w:szCs w:val="24"/>
        </w:rPr>
        <w:t xml:space="preserve"> vallas,</w:t>
      </w:r>
      <w:r>
        <w:rPr>
          <w:rFonts w:ascii="Times New Roman" w:hAnsi="Times New Roman"/>
          <w:szCs w:val="24"/>
        </w:rPr>
        <w:t xml:space="preserve"> on olnud pik</w:t>
      </w:r>
      <w:r w:rsidR="000B46FE">
        <w:rPr>
          <w:rFonts w:ascii="Times New Roman" w:hAnsi="Times New Roman"/>
          <w:szCs w:val="24"/>
        </w:rPr>
        <w:t>aajaline</w:t>
      </w:r>
      <w:r>
        <w:rPr>
          <w:rFonts w:ascii="Times New Roman" w:hAnsi="Times New Roman"/>
          <w:szCs w:val="24"/>
        </w:rPr>
        <w:t xml:space="preserve"> koostöö</w:t>
      </w:r>
      <w:r w:rsidR="000B46FE">
        <w:rPr>
          <w:rFonts w:ascii="Times New Roman" w:hAnsi="Times New Roman"/>
          <w:szCs w:val="24"/>
        </w:rPr>
        <w:t xml:space="preserve">. </w:t>
      </w:r>
      <w:r w:rsidR="008E45B9">
        <w:rPr>
          <w:rFonts w:ascii="Times New Roman" w:hAnsi="Times New Roman"/>
          <w:szCs w:val="24"/>
        </w:rPr>
        <w:t>P</w:t>
      </w:r>
      <w:r w:rsidR="00B8286F">
        <w:rPr>
          <w:rFonts w:ascii="Times New Roman" w:hAnsi="Times New Roman"/>
          <w:szCs w:val="24"/>
        </w:rPr>
        <w:t>riit</w:t>
      </w:r>
      <w:r w:rsidR="008E45B9">
        <w:rPr>
          <w:rFonts w:ascii="Times New Roman" w:hAnsi="Times New Roman"/>
          <w:szCs w:val="24"/>
        </w:rPr>
        <w:t xml:space="preserve"> </w:t>
      </w:r>
      <w:proofErr w:type="spellStart"/>
      <w:r w:rsidR="008E45B9">
        <w:rPr>
          <w:rFonts w:ascii="Times New Roman" w:hAnsi="Times New Roman"/>
          <w:szCs w:val="24"/>
        </w:rPr>
        <w:t>Toobali</w:t>
      </w:r>
      <w:proofErr w:type="spellEnd"/>
      <w:r w:rsidR="008E45B9">
        <w:rPr>
          <w:rFonts w:ascii="Times New Roman" w:hAnsi="Times New Roman"/>
          <w:szCs w:val="24"/>
        </w:rPr>
        <w:t xml:space="preserve"> </w:t>
      </w:r>
      <w:r w:rsidR="00675F70">
        <w:rPr>
          <w:rFonts w:ascii="Times New Roman" w:hAnsi="Times New Roman"/>
          <w:szCs w:val="24"/>
        </w:rPr>
        <w:t>taotluses</w:t>
      </w:r>
      <w:r w:rsidR="00045D17">
        <w:rPr>
          <w:rFonts w:ascii="Times New Roman" w:hAnsi="Times New Roman"/>
          <w:szCs w:val="24"/>
        </w:rPr>
        <w:t xml:space="preserve"> </w:t>
      </w:r>
      <w:r w:rsidR="006A5C82">
        <w:rPr>
          <w:rFonts w:ascii="Times New Roman" w:hAnsi="Times New Roman"/>
          <w:szCs w:val="24"/>
        </w:rPr>
        <w:t>olevatele küsimustele</w:t>
      </w:r>
      <w:r w:rsidR="008E45B9">
        <w:rPr>
          <w:rFonts w:ascii="Times New Roman" w:hAnsi="Times New Roman"/>
          <w:szCs w:val="24"/>
        </w:rPr>
        <w:t xml:space="preserve"> </w:t>
      </w:r>
      <w:r w:rsidR="003B3823">
        <w:rPr>
          <w:rFonts w:ascii="Times New Roman" w:hAnsi="Times New Roman"/>
          <w:szCs w:val="24"/>
        </w:rPr>
        <w:t xml:space="preserve">on </w:t>
      </w:r>
      <w:r w:rsidR="00A64864">
        <w:rPr>
          <w:rFonts w:ascii="Times New Roman" w:hAnsi="Times New Roman"/>
          <w:szCs w:val="24"/>
        </w:rPr>
        <w:t xml:space="preserve">juba </w:t>
      </w:r>
      <w:r w:rsidR="00045D17">
        <w:rPr>
          <w:rFonts w:ascii="Times New Roman" w:hAnsi="Times New Roman"/>
          <w:szCs w:val="24"/>
        </w:rPr>
        <w:t>vastatud</w:t>
      </w:r>
      <w:r w:rsidR="00675F70">
        <w:rPr>
          <w:rFonts w:ascii="Times New Roman" w:hAnsi="Times New Roman"/>
          <w:szCs w:val="24"/>
        </w:rPr>
        <w:t xml:space="preserve"> </w:t>
      </w:r>
      <w:r w:rsidR="00A64864">
        <w:rPr>
          <w:rFonts w:ascii="Times New Roman" w:hAnsi="Times New Roman"/>
          <w:szCs w:val="24"/>
        </w:rPr>
        <w:t xml:space="preserve">Kaie </w:t>
      </w:r>
      <w:proofErr w:type="spellStart"/>
      <w:r w:rsidR="00A64864">
        <w:rPr>
          <w:rFonts w:ascii="Times New Roman" w:hAnsi="Times New Roman"/>
          <w:szCs w:val="24"/>
        </w:rPr>
        <w:t>Toobali</w:t>
      </w:r>
      <w:proofErr w:type="spellEnd"/>
      <w:r w:rsidR="00A64864">
        <w:rPr>
          <w:rFonts w:ascii="Times New Roman" w:hAnsi="Times New Roman"/>
          <w:szCs w:val="24"/>
        </w:rPr>
        <w:t xml:space="preserve"> poolt </w:t>
      </w:r>
      <w:r w:rsidR="00675F70">
        <w:rPr>
          <w:rFonts w:ascii="Times New Roman" w:hAnsi="Times New Roman"/>
          <w:szCs w:val="24"/>
        </w:rPr>
        <w:t>kirjadega 2-6</w:t>
      </w:r>
      <w:r w:rsidR="003816C1">
        <w:rPr>
          <w:rFonts w:ascii="Times New Roman" w:hAnsi="Times New Roman"/>
          <w:szCs w:val="24"/>
        </w:rPr>
        <w:t>/1469-1, 2-6/1469-2</w:t>
      </w:r>
      <w:r w:rsidR="007D697B">
        <w:rPr>
          <w:rFonts w:ascii="Times New Roman" w:hAnsi="Times New Roman"/>
          <w:szCs w:val="24"/>
        </w:rPr>
        <w:t xml:space="preserve">, 2-6/1469-3 ja 2-6/1469-4. </w:t>
      </w:r>
      <w:r w:rsidR="00502D8A">
        <w:rPr>
          <w:rFonts w:ascii="Times New Roman" w:hAnsi="Times New Roman"/>
          <w:szCs w:val="24"/>
        </w:rPr>
        <w:t>Praeguse hetkeni on O</w:t>
      </w:r>
      <w:r w:rsidR="0091655E">
        <w:rPr>
          <w:rFonts w:ascii="Times New Roman" w:hAnsi="Times New Roman"/>
          <w:szCs w:val="24"/>
        </w:rPr>
        <w:t>Ü</w:t>
      </w:r>
      <w:r w:rsidR="00502D8A">
        <w:rPr>
          <w:rFonts w:ascii="Times New Roman" w:hAnsi="Times New Roman"/>
          <w:szCs w:val="24"/>
        </w:rPr>
        <w:t>le tasutud eelmise aasta summa</w:t>
      </w:r>
      <w:r w:rsidR="0091655E">
        <w:rPr>
          <w:rFonts w:ascii="Times New Roman" w:hAnsi="Times New Roman"/>
          <w:szCs w:val="24"/>
        </w:rPr>
        <w:t xml:space="preserve"> 480.- kuus.</w:t>
      </w:r>
    </w:p>
    <w:p w14:paraId="2E8B9698" w14:textId="0F5A3926" w:rsidR="0091655E" w:rsidRDefault="00467CC2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Puudub ülevaade, kust kulgeb sõiduring</w:t>
      </w:r>
      <w:r w:rsidR="00A64AF0">
        <w:rPr>
          <w:rFonts w:ascii="Times New Roman" w:hAnsi="Times New Roman"/>
          <w:szCs w:val="24"/>
        </w:rPr>
        <w:t xml:space="preserve"> ja</w:t>
      </w:r>
      <w:r w:rsidR="0078196D">
        <w:rPr>
          <w:rFonts w:ascii="Times New Roman" w:hAnsi="Times New Roman"/>
          <w:szCs w:val="24"/>
        </w:rPr>
        <w:t xml:space="preserve"> kui palju on tarbijaid</w:t>
      </w:r>
      <w:r w:rsidR="00A64AF0">
        <w:rPr>
          <w:rFonts w:ascii="Times New Roman" w:hAnsi="Times New Roman"/>
          <w:szCs w:val="24"/>
        </w:rPr>
        <w:t>.</w:t>
      </w:r>
    </w:p>
    <w:p w14:paraId="02637CC3" w14:textId="77777777" w:rsidR="00467CC2" w:rsidRDefault="00467CC2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16334F8" w14:textId="73319A4C" w:rsidR="0091655E" w:rsidRDefault="0091655E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Toimus arutelu.</w:t>
      </w:r>
    </w:p>
    <w:p w14:paraId="096092AC" w14:textId="77777777" w:rsidR="0091655E" w:rsidRDefault="0091655E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7A104CD" w14:textId="4E93C333" w:rsidR="0091655E" w:rsidRDefault="0091655E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415A5E">
        <w:rPr>
          <w:rFonts w:ascii="Times New Roman" w:hAnsi="Times New Roman"/>
          <w:b/>
          <w:bCs/>
          <w:szCs w:val="24"/>
        </w:rPr>
        <w:t xml:space="preserve">Komisjoni </w:t>
      </w:r>
      <w:r w:rsidR="008B01FA" w:rsidRPr="00415A5E">
        <w:rPr>
          <w:rFonts w:ascii="Times New Roman" w:hAnsi="Times New Roman"/>
          <w:b/>
          <w:bCs/>
          <w:szCs w:val="24"/>
        </w:rPr>
        <w:t>ettepanekud vallavalitsusele</w:t>
      </w:r>
      <w:r w:rsidR="008B01FA" w:rsidRPr="00D20FED">
        <w:rPr>
          <w:rFonts w:ascii="Times New Roman" w:hAnsi="Times New Roman"/>
          <w:b/>
          <w:bCs/>
          <w:szCs w:val="24"/>
        </w:rPr>
        <w:t>:</w:t>
      </w:r>
      <w:r w:rsidR="008B01FA">
        <w:rPr>
          <w:rFonts w:ascii="Times New Roman" w:hAnsi="Times New Roman"/>
          <w:szCs w:val="24"/>
        </w:rPr>
        <w:t xml:space="preserve"> OÜ-ga </w:t>
      </w:r>
      <w:proofErr w:type="spellStart"/>
      <w:r w:rsidR="008B01FA">
        <w:rPr>
          <w:rFonts w:ascii="Times New Roman" w:hAnsi="Times New Roman"/>
          <w:szCs w:val="24"/>
        </w:rPr>
        <w:t>Elductu</w:t>
      </w:r>
      <w:r w:rsidR="00F03268">
        <w:rPr>
          <w:rFonts w:ascii="Times New Roman" w:hAnsi="Times New Roman"/>
          <w:szCs w:val="24"/>
        </w:rPr>
        <w:t>m</w:t>
      </w:r>
      <w:proofErr w:type="spellEnd"/>
      <w:r w:rsidR="00F03268">
        <w:rPr>
          <w:rFonts w:ascii="Times New Roman" w:hAnsi="Times New Roman"/>
          <w:szCs w:val="24"/>
        </w:rPr>
        <w:t xml:space="preserve"> sõlmida leping, kus on kirjas det</w:t>
      </w:r>
      <w:r w:rsidR="00E06E78">
        <w:rPr>
          <w:rFonts w:ascii="Times New Roman" w:hAnsi="Times New Roman"/>
          <w:szCs w:val="24"/>
        </w:rPr>
        <w:t>ailsem info</w:t>
      </w:r>
      <w:r w:rsidR="00083100">
        <w:rPr>
          <w:rFonts w:ascii="Times New Roman" w:hAnsi="Times New Roman"/>
          <w:szCs w:val="24"/>
        </w:rPr>
        <w:t xml:space="preserve"> nagu </w:t>
      </w:r>
      <w:r w:rsidR="00E06E78">
        <w:rPr>
          <w:rFonts w:ascii="Times New Roman" w:hAnsi="Times New Roman"/>
          <w:szCs w:val="24"/>
        </w:rPr>
        <w:t>sõiduringi</w:t>
      </w:r>
      <w:r w:rsidR="00813894">
        <w:rPr>
          <w:rFonts w:ascii="Times New Roman" w:hAnsi="Times New Roman"/>
          <w:szCs w:val="24"/>
        </w:rPr>
        <w:t xml:space="preserve"> </w:t>
      </w:r>
      <w:r w:rsidR="00AF09AE">
        <w:rPr>
          <w:rFonts w:ascii="Times New Roman" w:hAnsi="Times New Roman"/>
          <w:szCs w:val="24"/>
        </w:rPr>
        <w:t xml:space="preserve">marsruut, mitu </w:t>
      </w:r>
      <w:r w:rsidR="00AD4E96">
        <w:rPr>
          <w:rFonts w:ascii="Times New Roman" w:hAnsi="Times New Roman"/>
          <w:szCs w:val="24"/>
        </w:rPr>
        <w:t>ringi</w:t>
      </w:r>
      <w:r w:rsidR="00AF09AE">
        <w:rPr>
          <w:rFonts w:ascii="Times New Roman" w:hAnsi="Times New Roman"/>
          <w:szCs w:val="24"/>
        </w:rPr>
        <w:t xml:space="preserve"> nädala</w:t>
      </w:r>
      <w:r w:rsidR="001764AB">
        <w:rPr>
          <w:rFonts w:ascii="Times New Roman" w:hAnsi="Times New Roman"/>
          <w:szCs w:val="24"/>
        </w:rPr>
        <w:t xml:space="preserve">s või kuus, </w:t>
      </w:r>
      <w:r w:rsidR="00E06E78">
        <w:rPr>
          <w:rFonts w:ascii="Times New Roman" w:hAnsi="Times New Roman"/>
          <w:szCs w:val="24"/>
        </w:rPr>
        <w:t>külastajate arv</w:t>
      </w:r>
      <w:r w:rsidR="001764AB">
        <w:rPr>
          <w:rFonts w:ascii="Times New Roman" w:hAnsi="Times New Roman"/>
          <w:szCs w:val="24"/>
        </w:rPr>
        <w:t xml:space="preserve"> peatuspunktis</w:t>
      </w:r>
      <w:r w:rsidR="00E06E78">
        <w:rPr>
          <w:rFonts w:ascii="Times New Roman" w:hAnsi="Times New Roman"/>
          <w:szCs w:val="24"/>
        </w:rPr>
        <w:t xml:space="preserve"> jms</w:t>
      </w:r>
      <w:r w:rsidR="00CF69C1">
        <w:rPr>
          <w:rFonts w:ascii="Times New Roman" w:hAnsi="Times New Roman"/>
          <w:szCs w:val="24"/>
        </w:rPr>
        <w:t>. Arve peal fikseerida inimeste arv</w:t>
      </w:r>
      <w:r w:rsidR="00DB17EC">
        <w:rPr>
          <w:rFonts w:ascii="Times New Roman" w:hAnsi="Times New Roman"/>
          <w:szCs w:val="24"/>
        </w:rPr>
        <w:t xml:space="preserve">. </w:t>
      </w:r>
    </w:p>
    <w:p w14:paraId="4AA7FB64" w14:textId="77777777" w:rsidR="0091655E" w:rsidRDefault="0091655E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5BF09100" w14:textId="77777777" w:rsidR="00DD3DEC" w:rsidRPr="002C3332" w:rsidRDefault="00DD3DEC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598DB812" w14:textId="77777777" w:rsidR="00DD3DEC" w:rsidRPr="00DD3DEC" w:rsidRDefault="00DD3DEC" w:rsidP="00DD3DEC">
      <w:pPr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kern w:val="1"/>
          <w:szCs w:val="24"/>
        </w:rPr>
      </w:pPr>
      <w:r w:rsidRPr="00DD3DEC">
        <w:rPr>
          <w:rFonts w:ascii="Times New Roman" w:hAnsi="Times New Roman"/>
          <w:b/>
          <w:bCs/>
          <w:kern w:val="1"/>
          <w:szCs w:val="24"/>
        </w:rPr>
        <w:t>3. Reservfondi kasutamine</w:t>
      </w:r>
    </w:p>
    <w:p w14:paraId="54161415" w14:textId="77777777" w:rsidR="00DD3DEC" w:rsidRDefault="00DD3DEC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7F47BCA3" w14:textId="15B46D0C" w:rsidR="00AF5D2C" w:rsidRDefault="00376011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Komisjon tutvus ülevaatega 2023. a reservfondi kasutamisest. </w:t>
      </w:r>
      <w:r w:rsidR="00946591">
        <w:rPr>
          <w:rFonts w:ascii="Times New Roman" w:hAnsi="Times New Roman"/>
          <w:szCs w:val="24"/>
        </w:rPr>
        <w:t>2023. a oli reservfond 173</w:t>
      </w:r>
      <w:r w:rsidR="00083100">
        <w:rPr>
          <w:rFonts w:ascii="Times New Roman" w:hAnsi="Times New Roman"/>
          <w:szCs w:val="24"/>
        </w:rPr>
        <w:t xml:space="preserve"> </w:t>
      </w:r>
      <w:r w:rsidR="00946591">
        <w:rPr>
          <w:rFonts w:ascii="Times New Roman" w:hAnsi="Times New Roman"/>
          <w:szCs w:val="24"/>
        </w:rPr>
        <w:t>000</w:t>
      </w:r>
      <w:r w:rsidR="00E806E7">
        <w:rPr>
          <w:rFonts w:ascii="Times New Roman" w:hAnsi="Times New Roman"/>
          <w:szCs w:val="24"/>
        </w:rPr>
        <w:t>.-</w:t>
      </w:r>
      <w:r w:rsidR="00946591">
        <w:rPr>
          <w:rFonts w:ascii="Times New Roman" w:hAnsi="Times New Roman"/>
          <w:szCs w:val="24"/>
        </w:rPr>
        <w:t xml:space="preserve">, kasutatud </w:t>
      </w:r>
      <w:r w:rsidR="00C919D8">
        <w:rPr>
          <w:rFonts w:ascii="Times New Roman" w:hAnsi="Times New Roman"/>
          <w:szCs w:val="24"/>
        </w:rPr>
        <w:t>84910</w:t>
      </w:r>
      <w:r w:rsidR="00E806E7">
        <w:rPr>
          <w:rFonts w:ascii="Times New Roman" w:hAnsi="Times New Roman"/>
          <w:szCs w:val="24"/>
        </w:rPr>
        <w:t>.-</w:t>
      </w:r>
      <w:r w:rsidR="00C919D8">
        <w:rPr>
          <w:rFonts w:ascii="Times New Roman" w:hAnsi="Times New Roman"/>
          <w:szCs w:val="24"/>
        </w:rPr>
        <w:t>, jääk</w:t>
      </w:r>
      <w:r w:rsidR="00E806E7">
        <w:rPr>
          <w:rFonts w:ascii="Times New Roman" w:hAnsi="Times New Roman"/>
          <w:szCs w:val="24"/>
        </w:rPr>
        <w:t xml:space="preserve"> 29 000.-.</w:t>
      </w:r>
    </w:p>
    <w:p w14:paraId="0FD64DC4" w14:textId="77777777" w:rsidR="00DD3DEC" w:rsidRDefault="00DD3DEC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1672F6DA" w14:textId="2F57620F" w:rsidR="00A07647" w:rsidRDefault="00F60E94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083100">
        <w:rPr>
          <w:rFonts w:ascii="Times New Roman" w:hAnsi="Times New Roman"/>
          <w:b/>
          <w:bCs/>
          <w:szCs w:val="24"/>
        </w:rPr>
        <w:t>Komisjoni seisukoht</w:t>
      </w:r>
      <w:r w:rsidR="00083100" w:rsidRPr="00083100">
        <w:rPr>
          <w:rFonts w:ascii="Times New Roman" w:hAnsi="Times New Roman"/>
          <w:b/>
          <w:bCs/>
          <w:szCs w:val="24"/>
        </w:rPr>
        <w:t>:</w:t>
      </w:r>
      <w:r w:rsidR="00A07647">
        <w:rPr>
          <w:rFonts w:ascii="Times New Roman" w:hAnsi="Times New Roman"/>
          <w:szCs w:val="24"/>
        </w:rPr>
        <w:t xml:space="preserve"> </w:t>
      </w:r>
      <w:r w:rsidR="00365DE7">
        <w:rPr>
          <w:rFonts w:ascii="Times New Roman" w:hAnsi="Times New Roman"/>
          <w:szCs w:val="24"/>
        </w:rPr>
        <w:t>võimalikud remondid võiks olla</w:t>
      </w:r>
      <w:r w:rsidR="00863936">
        <w:rPr>
          <w:rFonts w:ascii="Times New Roman" w:hAnsi="Times New Roman"/>
          <w:szCs w:val="24"/>
        </w:rPr>
        <w:t xml:space="preserve"> ette näha</w:t>
      </w:r>
      <w:r w:rsidR="004C74A0">
        <w:rPr>
          <w:rFonts w:ascii="Times New Roman" w:hAnsi="Times New Roman"/>
          <w:szCs w:val="24"/>
        </w:rPr>
        <w:t xml:space="preserve"> ja eelarves</w:t>
      </w:r>
      <w:r w:rsidR="008372FB">
        <w:rPr>
          <w:rFonts w:ascii="Times New Roman" w:hAnsi="Times New Roman"/>
          <w:szCs w:val="24"/>
        </w:rPr>
        <w:t>se arvestatud</w:t>
      </w:r>
      <w:r w:rsidR="00863936">
        <w:rPr>
          <w:rFonts w:ascii="Times New Roman" w:hAnsi="Times New Roman"/>
          <w:szCs w:val="24"/>
        </w:rPr>
        <w:t>, antud juhul näiteks Kõpu põhikooli</w:t>
      </w:r>
      <w:r w:rsidR="001D3E0B">
        <w:rPr>
          <w:rFonts w:ascii="Times New Roman" w:hAnsi="Times New Roman"/>
          <w:szCs w:val="24"/>
        </w:rPr>
        <w:t xml:space="preserve"> </w:t>
      </w:r>
      <w:r w:rsidR="00863936">
        <w:rPr>
          <w:rFonts w:ascii="Times New Roman" w:hAnsi="Times New Roman"/>
          <w:szCs w:val="24"/>
        </w:rPr>
        <w:t>radiaatorite taguste restaureerimine</w:t>
      </w:r>
      <w:r w:rsidR="001D3E0B">
        <w:rPr>
          <w:rFonts w:ascii="Times New Roman" w:hAnsi="Times New Roman"/>
          <w:szCs w:val="24"/>
        </w:rPr>
        <w:t xml:space="preserve"> või valgustuse rekonstrueerimine. </w:t>
      </w:r>
      <w:r w:rsidR="00083100">
        <w:rPr>
          <w:rFonts w:ascii="Times New Roman" w:hAnsi="Times New Roman"/>
          <w:szCs w:val="24"/>
        </w:rPr>
        <w:t xml:space="preserve">Üldises plaanis on </w:t>
      </w:r>
      <w:r w:rsidR="00524179">
        <w:rPr>
          <w:rFonts w:ascii="Times New Roman" w:hAnsi="Times New Roman"/>
          <w:szCs w:val="24"/>
        </w:rPr>
        <w:t>reservfondi kasutatud õiguspäraselt</w:t>
      </w:r>
      <w:r w:rsidR="00F819DE">
        <w:rPr>
          <w:rFonts w:ascii="Times New Roman" w:hAnsi="Times New Roman"/>
          <w:szCs w:val="24"/>
        </w:rPr>
        <w:t>.</w:t>
      </w:r>
    </w:p>
    <w:p w14:paraId="2E6370C3" w14:textId="77777777" w:rsidR="00AF5D2C" w:rsidRDefault="00AF5D2C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52EBD039" w14:textId="77777777" w:rsidR="00DD3DEC" w:rsidRDefault="00DD3DEC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7816C9DD" w14:textId="77777777" w:rsidR="00DD3DEC" w:rsidRPr="00DD3DEC" w:rsidRDefault="00DD3DEC" w:rsidP="00DD3DEC">
      <w:pPr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kern w:val="1"/>
          <w:szCs w:val="24"/>
        </w:rPr>
      </w:pPr>
      <w:r w:rsidRPr="00DD3DEC">
        <w:rPr>
          <w:rFonts w:ascii="Times New Roman" w:hAnsi="Times New Roman"/>
          <w:b/>
          <w:bCs/>
          <w:kern w:val="1"/>
          <w:szCs w:val="24"/>
        </w:rPr>
        <w:t>4. Audest Audiitorteenuste OÜ järelepärimine</w:t>
      </w:r>
    </w:p>
    <w:p w14:paraId="0D95EF66" w14:textId="77777777" w:rsidR="001A12AD" w:rsidRDefault="001A12AD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64104D3" w14:textId="2BA254A4" w:rsidR="00DD3DEC" w:rsidRDefault="007863DF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Komisjonile on edastatud</w:t>
      </w:r>
      <w:r w:rsidR="002B75EC">
        <w:rPr>
          <w:rFonts w:ascii="Times New Roman" w:hAnsi="Times New Roman"/>
          <w:szCs w:val="24"/>
        </w:rPr>
        <w:t xml:space="preserve"> järelepärimine s</w:t>
      </w:r>
      <w:r w:rsidR="00F0345D">
        <w:rPr>
          <w:rFonts w:ascii="Times New Roman" w:hAnsi="Times New Roman"/>
          <w:szCs w:val="24"/>
        </w:rPr>
        <w:t>eos</w:t>
      </w:r>
      <w:r w:rsidR="007D7621">
        <w:rPr>
          <w:rFonts w:ascii="Times New Roman" w:hAnsi="Times New Roman"/>
          <w:szCs w:val="24"/>
        </w:rPr>
        <w:t>es valla 2023. a majandusaasta aruande</w:t>
      </w:r>
      <w:r w:rsidR="004D7B6A">
        <w:rPr>
          <w:rFonts w:ascii="Times New Roman" w:hAnsi="Times New Roman"/>
          <w:szCs w:val="24"/>
        </w:rPr>
        <w:t xml:space="preserve"> auditiga</w:t>
      </w:r>
      <w:r w:rsidR="002B75EC">
        <w:rPr>
          <w:rFonts w:ascii="Times New Roman" w:hAnsi="Times New Roman"/>
          <w:szCs w:val="24"/>
        </w:rPr>
        <w:t>.</w:t>
      </w:r>
      <w:r w:rsidR="002B779E">
        <w:rPr>
          <w:rFonts w:ascii="Times New Roman" w:hAnsi="Times New Roman"/>
          <w:szCs w:val="24"/>
        </w:rPr>
        <w:t xml:space="preserve"> Komisjon esitas oma seisukohad ja </w:t>
      </w:r>
      <w:r w:rsidR="00ED2C9F">
        <w:rPr>
          <w:rFonts w:ascii="Times New Roman" w:hAnsi="Times New Roman"/>
          <w:szCs w:val="24"/>
        </w:rPr>
        <w:t xml:space="preserve">E. Rohelpuu saadab vastuse hiljemalt </w:t>
      </w:r>
      <w:r w:rsidR="00665E71">
        <w:rPr>
          <w:rFonts w:ascii="Times New Roman" w:hAnsi="Times New Roman"/>
          <w:szCs w:val="24"/>
        </w:rPr>
        <w:t>0</w:t>
      </w:r>
      <w:r w:rsidR="0013300C">
        <w:rPr>
          <w:rFonts w:ascii="Times New Roman" w:hAnsi="Times New Roman"/>
          <w:szCs w:val="24"/>
        </w:rPr>
        <w:t>5</w:t>
      </w:r>
      <w:r w:rsidR="00665E71">
        <w:rPr>
          <w:rFonts w:ascii="Times New Roman" w:hAnsi="Times New Roman"/>
          <w:szCs w:val="24"/>
        </w:rPr>
        <w:t>.04.2024.</w:t>
      </w:r>
      <w:r w:rsidR="004D7B6A">
        <w:rPr>
          <w:rFonts w:ascii="Times New Roman" w:hAnsi="Times New Roman"/>
          <w:szCs w:val="24"/>
        </w:rPr>
        <w:t xml:space="preserve"> </w:t>
      </w:r>
    </w:p>
    <w:p w14:paraId="718046DE" w14:textId="77777777" w:rsidR="00DD3DEC" w:rsidRDefault="00DD3DEC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1B157EF5" w14:textId="77777777" w:rsidR="00AF5D2C" w:rsidRDefault="00AF5D2C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832EDD6" w14:textId="5FD12A10" w:rsidR="001A12AD" w:rsidRDefault="001A12AD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Järgmine koosolek toimub </w:t>
      </w:r>
      <w:r w:rsidR="00EC7296">
        <w:rPr>
          <w:rFonts w:ascii="Times New Roman" w:hAnsi="Times New Roman"/>
          <w:szCs w:val="24"/>
        </w:rPr>
        <w:t>16.04.2024 kell 15.</w:t>
      </w:r>
    </w:p>
    <w:p w14:paraId="28F0275F" w14:textId="77777777" w:rsidR="00AF5D2C" w:rsidRDefault="00AF5D2C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62348110" w14:textId="77777777" w:rsidR="00DD3DEC" w:rsidRDefault="00DD3DEC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3017B769" w14:textId="77777777" w:rsidR="00EC7296" w:rsidRDefault="00EC7296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F384A14" w14:textId="612BA3B7" w:rsidR="00160603" w:rsidRPr="000C402B" w:rsidRDefault="0018420F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i/>
          <w:iCs/>
          <w:kern w:val="1"/>
          <w:szCs w:val="24"/>
        </w:rPr>
      </w:pPr>
      <w:r w:rsidRPr="000C402B">
        <w:rPr>
          <w:rFonts w:ascii="Times New Roman" w:hAnsi="Times New Roman"/>
          <w:i/>
          <w:iCs/>
          <w:kern w:val="1"/>
          <w:szCs w:val="24"/>
        </w:rPr>
        <w:t>allkirjastatud digitaalselt</w:t>
      </w:r>
      <w:r w:rsidR="00160603" w:rsidRPr="000C402B">
        <w:rPr>
          <w:rFonts w:ascii="Times New Roman" w:hAnsi="Times New Roman"/>
          <w:i/>
          <w:iCs/>
          <w:kern w:val="1"/>
          <w:szCs w:val="24"/>
        </w:rPr>
        <w:tab/>
      </w:r>
      <w:r w:rsidR="00160603" w:rsidRPr="000C402B">
        <w:rPr>
          <w:rFonts w:ascii="Times New Roman" w:hAnsi="Times New Roman"/>
          <w:i/>
          <w:iCs/>
          <w:kern w:val="1"/>
          <w:szCs w:val="24"/>
        </w:rPr>
        <w:tab/>
      </w:r>
      <w:r w:rsidR="00160603" w:rsidRPr="000C402B">
        <w:rPr>
          <w:rFonts w:ascii="Times New Roman" w:hAnsi="Times New Roman"/>
          <w:i/>
          <w:iCs/>
          <w:kern w:val="1"/>
          <w:szCs w:val="24"/>
        </w:rPr>
        <w:tab/>
      </w:r>
      <w:r w:rsidR="00160603" w:rsidRPr="000C402B">
        <w:rPr>
          <w:rFonts w:ascii="Times New Roman" w:hAnsi="Times New Roman"/>
          <w:i/>
          <w:iCs/>
          <w:kern w:val="1"/>
          <w:szCs w:val="24"/>
        </w:rPr>
        <w:tab/>
      </w:r>
      <w:r w:rsidR="00160603" w:rsidRPr="000C402B">
        <w:rPr>
          <w:rFonts w:ascii="Times New Roman" w:hAnsi="Times New Roman"/>
          <w:i/>
          <w:iCs/>
          <w:kern w:val="1"/>
          <w:szCs w:val="24"/>
        </w:rPr>
        <w:tab/>
        <w:t>allkirjastatud digitaalselt</w:t>
      </w:r>
    </w:p>
    <w:p w14:paraId="1D7EBB8F" w14:textId="4BAEEF75" w:rsidR="0018420F" w:rsidRPr="000C402B" w:rsidRDefault="00C30091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>
        <w:rPr>
          <w:rFonts w:ascii="Times New Roman" w:hAnsi="Times New Roman"/>
          <w:kern w:val="1"/>
          <w:szCs w:val="24"/>
        </w:rPr>
        <w:t>Enno Rohelpuu</w:t>
      </w:r>
      <w:r w:rsidR="00160603" w:rsidRPr="000C402B">
        <w:rPr>
          <w:rFonts w:ascii="Times New Roman" w:hAnsi="Times New Roman"/>
          <w:kern w:val="1"/>
          <w:szCs w:val="24"/>
        </w:rPr>
        <w:tab/>
      </w:r>
      <w:r w:rsidR="00160603" w:rsidRPr="000C402B">
        <w:rPr>
          <w:rFonts w:ascii="Times New Roman" w:hAnsi="Times New Roman"/>
          <w:kern w:val="1"/>
          <w:szCs w:val="24"/>
        </w:rPr>
        <w:tab/>
      </w:r>
      <w:r w:rsidR="00160603" w:rsidRPr="000C402B">
        <w:rPr>
          <w:rFonts w:ascii="Times New Roman" w:hAnsi="Times New Roman"/>
          <w:kern w:val="1"/>
          <w:szCs w:val="24"/>
        </w:rPr>
        <w:tab/>
      </w:r>
      <w:r w:rsidR="00160603" w:rsidRPr="000C402B">
        <w:rPr>
          <w:rFonts w:ascii="Times New Roman" w:hAnsi="Times New Roman"/>
          <w:kern w:val="1"/>
          <w:szCs w:val="24"/>
        </w:rPr>
        <w:tab/>
      </w:r>
      <w:r w:rsidR="00160603" w:rsidRPr="000C402B">
        <w:rPr>
          <w:rFonts w:ascii="Times New Roman" w:hAnsi="Times New Roman"/>
          <w:kern w:val="1"/>
          <w:szCs w:val="24"/>
        </w:rPr>
        <w:tab/>
      </w:r>
      <w:r w:rsidR="00160603" w:rsidRPr="000C402B">
        <w:rPr>
          <w:rFonts w:ascii="Times New Roman" w:hAnsi="Times New Roman"/>
          <w:kern w:val="1"/>
          <w:szCs w:val="24"/>
        </w:rPr>
        <w:tab/>
      </w:r>
      <w:r w:rsidR="004879E1" w:rsidRPr="000C402B">
        <w:rPr>
          <w:rFonts w:ascii="Times New Roman" w:hAnsi="Times New Roman"/>
          <w:kern w:val="1"/>
          <w:szCs w:val="24"/>
        </w:rPr>
        <w:t>Kadi Soolo</w:t>
      </w:r>
    </w:p>
    <w:p w14:paraId="21EE0BB5" w14:textId="77777777" w:rsidR="0018420F" w:rsidRPr="000C402B" w:rsidRDefault="00160603" w:rsidP="000C402B">
      <w:pPr>
        <w:suppressAutoHyphens/>
        <w:autoSpaceDE w:val="0"/>
        <w:autoSpaceDN w:val="0"/>
        <w:adjustRightInd w:val="0"/>
        <w:rPr>
          <w:rFonts w:ascii="Times New Roman" w:hAnsi="Times New Roman"/>
          <w:kern w:val="1"/>
          <w:szCs w:val="24"/>
        </w:rPr>
      </w:pPr>
      <w:r w:rsidRPr="000C402B">
        <w:rPr>
          <w:rFonts w:ascii="Times New Roman" w:hAnsi="Times New Roman"/>
          <w:kern w:val="1"/>
          <w:szCs w:val="24"/>
        </w:rPr>
        <w:t>j</w:t>
      </w:r>
      <w:r w:rsidR="0018420F" w:rsidRPr="000C402B">
        <w:rPr>
          <w:rFonts w:ascii="Times New Roman" w:hAnsi="Times New Roman"/>
          <w:kern w:val="1"/>
          <w:szCs w:val="24"/>
        </w:rPr>
        <w:t>uhataja</w:t>
      </w:r>
      <w:r w:rsidRPr="000C402B">
        <w:rPr>
          <w:rFonts w:ascii="Times New Roman" w:hAnsi="Times New Roman"/>
          <w:kern w:val="1"/>
          <w:szCs w:val="24"/>
        </w:rPr>
        <w:tab/>
      </w:r>
      <w:r w:rsidRPr="000C402B">
        <w:rPr>
          <w:rFonts w:ascii="Times New Roman" w:hAnsi="Times New Roman"/>
          <w:kern w:val="1"/>
          <w:szCs w:val="24"/>
        </w:rPr>
        <w:tab/>
      </w:r>
      <w:r w:rsidRPr="000C402B">
        <w:rPr>
          <w:rFonts w:ascii="Times New Roman" w:hAnsi="Times New Roman"/>
          <w:kern w:val="1"/>
          <w:szCs w:val="24"/>
        </w:rPr>
        <w:tab/>
      </w:r>
      <w:r w:rsidRPr="000C402B">
        <w:rPr>
          <w:rFonts w:ascii="Times New Roman" w:hAnsi="Times New Roman"/>
          <w:kern w:val="1"/>
          <w:szCs w:val="24"/>
        </w:rPr>
        <w:tab/>
      </w:r>
      <w:r w:rsidRPr="000C402B">
        <w:rPr>
          <w:rFonts w:ascii="Times New Roman" w:hAnsi="Times New Roman"/>
          <w:kern w:val="1"/>
          <w:szCs w:val="24"/>
        </w:rPr>
        <w:tab/>
      </w:r>
      <w:r w:rsidRPr="000C402B">
        <w:rPr>
          <w:rFonts w:ascii="Times New Roman" w:hAnsi="Times New Roman"/>
          <w:kern w:val="1"/>
          <w:szCs w:val="24"/>
        </w:rPr>
        <w:tab/>
      </w:r>
      <w:r w:rsidRPr="000C402B">
        <w:rPr>
          <w:rFonts w:ascii="Times New Roman" w:hAnsi="Times New Roman"/>
          <w:kern w:val="1"/>
          <w:szCs w:val="24"/>
        </w:rPr>
        <w:tab/>
        <w:t>protokollija</w:t>
      </w:r>
    </w:p>
    <w:sectPr w:rsidR="0018420F" w:rsidRPr="000C402B" w:rsidSect="006D0053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426" w:right="851" w:bottom="680" w:left="1701" w:header="0" w:footer="23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5E6D4" w14:textId="77777777" w:rsidR="006D0053" w:rsidRDefault="006D0053">
      <w:r>
        <w:separator/>
      </w:r>
    </w:p>
  </w:endnote>
  <w:endnote w:type="continuationSeparator" w:id="0">
    <w:p w14:paraId="53ED325F" w14:textId="77777777" w:rsidR="006D0053" w:rsidRDefault="006D0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78649" w14:textId="77777777" w:rsidR="005614AA" w:rsidRDefault="005614AA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59978EE9" w14:textId="77777777" w:rsidR="005614AA" w:rsidRDefault="005614A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C7A33" w14:textId="77777777" w:rsidR="005614AA" w:rsidRDefault="005614AA">
    <w:pPr>
      <w:pStyle w:val="Jalus"/>
      <w:framePr w:wrap="around" w:vAnchor="text" w:hAnchor="margin" w:xAlign="center" w:y="1"/>
      <w:rPr>
        <w:rStyle w:val="Lehekljenumber"/>
        <w:sz w:val="18"/>
      </w:rPr>
    </w:pPr>
    <w:r>
      <w:rPr>
        <w:rStyle w:val="Lehekljenumber"/>
        <w:sz w:val="18"/>
      </w:rPr>
      <w:fldChar w:fldCharType="begin"/>
    </w:r>
    <w:r>
      <w:rPr>
        <w:rStyle w:val="Lehekljenumber"/>
        <w:sz w:val="18"/>
      </w:rPr>
      <w:instrText xml:space="preserve">PAGE  </w:instrText>
    </w:r>
    <w:r>
      <w:rPr>
        <w:rStyle w:val="Lehekljenumber"/>
        <w:sz w:val="18"/>
      </w:rPr>
      <w:fldChar w:fldCharType="separate"/>
    </w:r>
    <w:r w:rsidR="00DC71B4">
      <w:rPr>
        <w:rStyle w:val="Lehekljenumber"/>
        <w:noProof/>
        <w:sz w:val="18"/>
      </w:rPr>
      <w:t>2</w:t>
    </w:r>
    <w:r>
      <w:rPr>
        <w:rStyle w:val="Lehekljenumber"/>
        <w:sz w:val="18"/>
      </w:rPr>
      <w:fldChar w:fldCharType="end"/>
    </w:r>
  </w:p>
  <w:p w14:paraId="50B8C26E" w14:textId="77777777" w:rsidR="005614AA" w:rsidRDefault="005614AA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111E3" w14:textId="77777777" w:rsidR="005614AA" w:rsidRDefault="005614AA" w:rsidP="002029E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117CB" w14:textId="77777777" w:rsidR="006D0053" w:rsidRDefault="006D0053">
      <w:r>
        <w:separator/>
      </w:r>
    </w:p>
  </w:footnote>
  <w:footnote w:type="continuationSeparator" w:id="0">
    <w:p w14:paraId="52ADC519" w14:textId="77777777" w:rsidR="006D0053" w:rsidRDefault="006D0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0C298" w14:textId="77777777" w:rsidR="005614AA" w:rsidRDefault="005614AA">
    <w:pPr>
      <w:pStyle w:val="Pis"/>
    </w:pPr>
  </w:p>
  <w:p w14:paraId="1E962B18" w14:textId="77777777" w:rsidR="005614AA" w:rsidRDefault="005614AA">
    <w:pPr>
      <w:pStyle w:val="Pis"/>
    </w:pPr>
  </w:p>
  <w:p w14:paraId="02000473" w14:textId="77777777" w:rsidR="005614AA" w:rsidRDefault="005614A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E9D04" w14:textId="77777777" w:rsidR="005614AA" w:rsidRDefault="005614AA" w:rsidP="000143D4">
    <w:pPr>
      <w:pStyle w:val="Pis"/>
    </w:pPr>
  </w:p>
  <w:p w14:paraId="0C9A77BA" w14:textId="77777777" w:rsidR="000143D4" w:rsidRDefault="000143D4" w:rsidP="000143D4">
    <w:pPr>
      <w:pStyle w:val="Pis"/>
    </w:pPr>
  </w:p>
  <w:p w14:paraId="1CEFC2CF" w14:textId="77777777" w:rsidR="005614AA" w:rsidRDefault="0024084B">
    <w:pPr>
      <w:pStyle w:val="Pis"/>
      <w:jc w:val="center"/>
    </w:pPr>
    <w:r w:rsidRPr="001B6CFD">
      <w:rPr>
        <w:noProof/>
        <w:lang w:eastAsia="et-EE"/>
      </w:rPr>
      <w:drawing>
        <wp:inline distT="0" distB="0" distL="0" distR="0" wp14:anchorId="53B762E8" wp14:editId="3D5A30ED">
          <wp:extent cx="695325" cy="895350"/>
          <wp:effectExtent l="0" t="0" r="0" b="0"/>
          <wp:docPr id="1411748751" name="Pilt 1" descr="Vapp_Suure_Ja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 descr="Vapp_Suure_Ja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11476E" w14:textId="77777777" w:rsidR="005614AA" w:rsidRDefault="005614AA">
    <w:pPr>
      <w:pStyle w:val="Pis"/>
      <w:jc w:val="center"/>
      <w:rPr>
        <w:sz w:val="20"/>
      </w:rPr>
    </w:pPr>
  </w:p>
  <w:p w14:paraId="72EE24B2" w14:textId="77777777" w:rsidR="005614AA" w:rsidRDefault="009F2B47">
    <w:pPr>
      <w:pStyle w:val="Pis"/>
      <w:jc w:val="center"/>
      <w:rPr>
        <w:rFonts w:ascii="Times New Roman" w:hAnsi="Times New Roman"/>
        <w:b/>
        <w:sz w:val="28"/>
      </w:rPr>
    </w:pPr>
    <w:r>
      <w:rPr>
        <w:rFonts w:ascii="Times New Roman" w:hAnsi="Times New Roman"/>
        <w:b/>
        <w:sz w:val="28"/>
      </w:rPr>
      <w:t>PÕHJA-SAKALA</w:t>
    </w:r>
    <w:r w:rsidR="005614AA">
      <w:rPr>
        <w:rFonts w:ascii="Times New Roman" w:hAnsi="Times New Roman"/>
        <w:b/>
        <w:sz w:val="28"/>
      </w:rPr>
      <w:t xml:space="preserve"> VALLAV</w:t>
    </w:r>
    <w:r w:rsidR="00A96BB4">
      <w:rPr>
        <w:rFonts w:ascii="Times New Roman" w:hAnsi="Times New Roman"/>
        <w:b/>
        <w:sz w:val="28"/>
      </w:rPr>
      <w:t>OLIKOGU</w:t>
    </w:r>
  </w:p>
  <w:p w14:paraId="3502A36C" w14:textId="77777777" w:rsidR="005614AA" w:rsidRDefault="005614AA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E6419"/>
    <w:multiLevelType w:val="hybridMultilevel"/>
    <w:tmpl w:val="3496DB26"/>
    <w:lvl w:ilvl="0" w:tplc="E9C6031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83D4CBE"/>
    <w:multiLevelType w:val="multilevel"/>
    <w:tmpl w:val="BE066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E57C1F"/>
    <w:multiLevelType w:val="hybridMultilevel"/>
    <w:tmpl w:val="FFFFFFFF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010A44"/>
    <w:multiLevelType w:val="hybridMultilevel"/>
    <w:tmpl w:val="FFFFFFFF"/>
    <w:lvl w:ilvl="0" w:tplc="CAB2C1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741F2"/>
    <w:multiLevelType w:val="hybridMultilevel"/>
    <w:tmpl w:val="3EBC03B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71721"/>
    <w:multiLevelType w:val="hybridMultilevel"/>
    <w:tmpl w:val="FFFFFFFF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E11684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C465C4C"/>
    <w:multiLevelType w:val="hybridMultilevel"/>
    <w:tmpl w:val="FFFFFFFF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9EE525A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BDD7BB8"/>
    <w:multiLevelType w:val="hybridMultilevel"/>
    <w:tmpl w:val="4154996C"/>
    <w:lvl w:ilvl="0" w:tplc="6D04D54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67C24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FF067D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C5B66D0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602F6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5886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781AE71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ACC22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536082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0" w15:restartNumberingAfterBreak="0">
    <w:nsid w:val="324B2BB4"/>
    <w:multiLevelType w:val="hybridMultilevel"/>
    <w:tmpl w:val="FFFFFFFF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E7250CB"/>
    <w:multiLevelType w:val="hybridMultilevel"/>
    <w:tmpl w:val="89FCEAD4"/>
    <w:lvl w:ilvl="0" w:tplc="8CD41A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BCF1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4E9D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AA03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AE9C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0233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7AE0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5C58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1EEE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3C089F"/>
    <w:multiLevelType w:val="hybridMultilevel"/>
    <w:tmpl w:val="43465D4E"/>
    <w:lvl w:ilvl="0" w:tplc="6EA6640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544106D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1CD2E3D"/>
    <w:multiLevelType w:val="hybridMultilevel"/>
    <w:tmpl w:val="884A1984"/>
    <w:lvl w:ilvl="0" w:tplc="2932DEB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A235C8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F110480"/>
    <w:multiLevelType w:val="hybridMultilevel"/>
    <w:tmpl w:val="5C20D142"/>
    <w:lvl w:ilvl="0" w:tplc="24AA1B5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9586086">
    <w:abstractNumId w:val="6"/>
  </w:num>
  <w:num w:numId="2" w16cid:durableId="957177347">
    <w:abstractNumId w:val="3"/>
  </w:num>
  <w:num w:numId="3" w16cid:durableId="1370642411">
    <w:abstractNumId w:val="8"/>
  </w:num>
  <w:num w:numId="4" w16cid:durableId="186063398">
    <w:abstractNumId w:val="10"/>
  </w:num>
  <w:num w:numId="5" w16cid:durableId="1334531280">
    <w:abstractNumId w:val="15"/>
  </w:num>
  <w:num w:numId="6" w16cid:durableId="1910991831">
    <w:abstractNumId w:val="2"/>
  </w:num>
  <w:num w:numId="7" w16cid:durableId="1950309045">
    <w:abstractNumId w:val="13"/>
  </w:num>
  <w:num w:numId="8" w16cid:durableId="369188738">
    <w:abstractNumId w:val="7"/>
  </w:num>
  <w:num w:numId="9" w16cid:durableId="1451318312">
    <w:abstractNumId w:val="5"/>
  </w:num>
  <w:num w:numId="10" w16cid:durableId="952127560">
    <w:abstractNumId w:val="1"/>
  </w:num>
  <w:num w:numId="11" w16cid:durableId="1583106228">
    <w:abstractNumId w:val="0"/>
  </w:num>
  <w:num w:numId="12" w16cid:durableId="1585796850">
    <w:abstractNumId w:val="12"/>
  </w:num>
  <w:num w:numId="13" w16cid:durableId="1155298041">
    <w:abstractNumId w:val="16"/>
  </w:num>
  <w:num w:numId="14" w16cid:durableId="16070765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52068371">
    <w:abstractNumId w:val="11"/>
  </w:num>
  <w:num w:numId="16" w16cid:durableId="761681225">
    <w:abstractNumId w:val="9"/>
  </w:num>
  <w:num w:numId="17" w16cid:durableId="200882207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B47"/>
    <w:rsid w:val="000100DC"/>
    <w:rsid w:val="0001205D"/>
    <w:rsid w:val="0001386A"/>
    <w:rsid w:val="00013F6F"/>
    <w:rsid w:val="000143D4"/>
    <w:rsid w:val="000161BF"/>
    <w:rsid w:val="00016382"/>
    <w:rsid w:val="000216AC"/>
    <w:rsid w:val="00022617"/>
    <w:rsid w:val="000255AA"/>
    <w:rsid w:val="00040A09"/>
    <w:rsid w:val="00044A7A"/>
    <w:rsid w:val="00044B86"/>
    <w:rsid w:val="00045D17"/>
    <w:rsid w:val="00046326"/>
    <w:rsid w:val="00050508"/>
    <w:rsid w:val="000517EC"/>
    <w:rsid w:val="00057DE5"/>
    <w:rsid w:val="0006100F"/>
    <w:rsid w:val="000630A2"/>
    <w:rsid w:val="00063C3C"/>
    <w:rsid w:val="00065F98"/>
    <w:rsid w:val="000712BE"/>
    <w:rsid w:val="0007183F"/>
    <w:rsid w:val="000773BD"/>
    <w:rsid w:val="00080660"/>
    <w:rsid w:val="00083100"/>
    <w:rsid w:val="00084EF3"/>
    <w:rsid w:val="00085B43"/>
    <w:rsid w:val="00090DAF"/>
    <w:rsid w:val="00092066"/>
    <w:rsid w:val="0009262D"/>
    <w:rsid w:val="000A138E"/>
    <w:rsid w:val="000A4D8C"/>
    <w:rsid w:val="000A5D5E"/>
    <w:rsid w:val="000A7BD4"/>
    <w:rsid w:val="000B1195"/>
    <w:rsid w:val="000B1900"/>
    <w:rsid w:val="000B1D81"/>
    <w:rsid w:val="000B2880"/>
    <w:rsid w:val="000B46FE"/>
    <w:rsid w:val="000B4EC2"/>
    <w:rsid w:val="000B5E79"/>
    <w:rsid w:val="000B7CF7"/>
    <w:rsid w:val="000C249F"/>
    <w:rsid w:val="000C33BE"/>
    <w:rsid w:val="000C402B"/>
    <w:rsid w:val="000D0A6A"/>
    <w:rsid w:val="000D3E6D"/>
    <w:rsid w:val="000E2BDD"/>
    <w:rsid w:val="000F1E88"/>
    <w:rsid w:val="001037D7"/>
    <w:rsid w:val="001061D8"/>
    <w:rsid w:val="00113182"/>
    <w:rsid w:val="001145D0"/>
    <w:rsid w:val="00120988"/>
    <w:rsid w:val="001209AB"/>
    <w:rsid w:val="00122075"/>
    <w:rsid w:val="00123902"/>
    <w:rsid w:val="00123E7A"/>
    <w:rsid w:val="00126F51"/>
    <w:rsid w:val="0013300C"/>
    <w:rsid w:val="001362EE"/>
    <w:rsid w:val="00145827"/>
    <w:rsid w:val="00146286"/>
    <w:rsid w:val="0015136D"/>
    <w:rsid w:val="00151AE2"/>
    <w:rsid w:val="001528E3"/>
    <w:rsid w:val="0015370C"/>
    <w:rsid w:val="00154CA1"/>
    <w:rsid w:val="0015560D"/>
    <w:rsid w:val="00157C64"/>
    <w:rsid w:val="00157CEA"/>
    <w:rsid w:val="00160603"/>
    <w:rsid w:val="00162491"/>
    <w:rsid w:val="00163885"/>
    <w:rsid w:val="00165008"/>
    <w:rsid w:val="00167191"/>
    <w:rsid w:val="00170210"/>
    <w:rsid w:val="001764AB"/>
    <w:rsid w:val="0018420F"/>
    <w:rsid w:val="00191621"/>
    <w:rsid w:val="00191830"/>
    <w:rsid w:val="00196C7C"/>
    <w:rsid w:val="001A12AD"/>
    <w:rsid w:val="001A5900"/>
    <w:rsid w:val="001B100D"/>
    <w:rsid w:val="001B1915"/>
    <w:rsid w:val="001B20F7"/>
    <w:rsid w:val="001B3C9A"/>
    <w:rsid w:val="001B6CFD"/>
    <w:rsid w:val="001C2548"/>
    <w:rsid w:val="001C262C"/>
    <w:rsid w:val="001C655B"/>
    <w:rsid w:val="001C6A7F"/>
    <w:rsid w:val="001C6FA5"/>
    <w:rsid w:val="001C792C"/>
    <w:rsid w:val="001D3E0B"/>
    <w:rsid w:val="001D6A31"/>
    <w:rsid w:val="001E56E5"/>
    <w:rsid w:val="001E5C59"/>
    <w:rsid w:val="001E76FD"/>
    <w:rsid w:val="001F219B"/>
    <w:rsid w:val="00200929"/>
    <w:rsid w:val="002029E1"/>
    <w:rsid w:val="0021633C"/>
    <w:rsid w:val="00217028"/>
    <w:rsid w:val="00220625"/>
    <w:rsid w:val="00232377"/>
    <w:rsid w:val="00233D95"/>
    <w:rsid w:val="0024084B"/>
    <w:rsid w:val="00243AA2"/>
    <w:rsid w:val="0024420F"/>
    <w:rsid w:val="00246514"/>
    <w:rsid w:val="00250293"/>
    <w:rsid w:val="0025162B"/>
    <w:rsid w:val="0025324C"/>
    <w:rsid w:val="002541E8"/>
    <w:rsid w:val="00254414"/>
    <w:rsid w:val="002561BF"/>
    <w:rsid w:val="0025784E"/>
    <w:rsid w:val="00261092"/>
    <w:rsid w:val="0026573B"/>
    <w:rsid w:val="00272DD5"/>
    <w:rsid w:val="002736B4"/>
    <w:rsid w:val="00273D22"/>
    <w:rsid w:val="002750BD"/>
    <w:rsid w:val="00275778"/>
    <w:rsid w:val="00275F15"/>
    <w:rsid w:val="0028389A"/>
    <w:rsid w:val="00293F8E"/>
    <w:rsid w:val="002940F9"/>
    <w:rsid w:val="002A0BE2"/>
    <w:rsid w:val="002A2DE9"/>
    <w:rsid w:val="002A4850"/>
    <w:rsid w:val="002B08F4"/>
    <w:rsid w:val="002B1D40"/>
    <w:rsid w:val="002B56A4"/>
    <w:rsid w:val="002B75EC"/>
    <w:rsid w:val="002B779E"/>
    <w:rsid w:val="002C2D8E"/>
    <w:rsid w:val="002C3332"/>
    <w:rsid w:val="002C4651"/>
    <w:rsid w:val="002C4AE5"/>
    <w:rsid w:val="002C6866"/>
    <w:rsid w:val="002D2D28"/>
    <w:rsid w:val="002D544F"/>
    <w:rsid w:val="002E531B"/>
    <w:rsid w:val="002E6998"/>
    <w:rsid w:val="002E76D3"/>
    <w:rsid w:val="002F0F09"/>
    <w:rsid w:val="002F3AFB"/>
    <w:rsid w:val="003018B5"/>
    <w:rsid w:val="00302281"/>
    <w:rsid w:val="003027DE"/>
    <w:rsid w:val="003107A6"/>
    <w:rsid w:val="00315876"/>
    <w:rsid w:val="00321DD5"/>
    <w:rsid w:val="00322558"/>
    <w:rsid w:val="00330AC0"/>
    <w:rsid w:val="003348CF"/>
    <w:rsid w:val="00337E8B"/>
    <w:rsid w:val="0035183E"/>
    <w:rsid w:val="00351EE4"/>
    <w:rsid w:val="00353912"/>
    <w:rsid w:val="00353988"/>
    <w:rsid w:val="0035788D"/>
    <w:rsid w:val="00360462"/>
    <w:rsid w:val="00363788"/>
    <w:rsid w:val="00364D98"/>
    <w:rsid w:val="00364EAE"/>
    <w:rsid w:val="00365DE7"/>
    <w:rsid w:val="00376011"/>
    <w:rsid w:val="00376E01"/>
    <w:rsid w:val="0037779D"/>
    <w:rsid w:val="003802F4"/>
    <w:rsid w:val="003816C1"/>
    <w:rsid w:val="00387252"/>
    <w:rsid w:val="003879B5"/>
    <w:rsid w:val="00391EB3"/>
    <w:rsid w:val="00393FAD"/>
    <w:rsid w:val="003A19C4"/>
    <w:rsid w:val="003A3D6D"/>
    <w:rsid w:val="003A4376"/>
    <w:rsid w:val="003B22E5"/>
    <w:rsid w:val="003B29CF"/>
    <w:rsid w:val="003B3823"/>
    <w:rsid w:val="003B47AE"/>
    <w:rsid w:val="003B6CA4"/>
    <w:rsid w:val="003C0DFB"/>
    <w:rsid w:val="003C3749"/>
    <w:rsid w:val="003C3E6E"/>
    <w:rsid w:val="003C509E"/>
    <w:rsid w:val="003E4337"/>
    <w:rsid w:val="003E4724"/>
    <w:rsid w:val="003E51A5"/>
    <w:rsid w:val="003E7231"/>
    <w:rsid w:val="003E7704"/>
    <w:rsid w:val="003E7F7A"/>
    <w:rsid w:val="003F27DF"/>
    <w:rsid w:val="003F6A43"/>
    <w:rsid w:val="003F7F08"/>
    <w:rsid w:val="00401178"/>
    <w:rsid w:val="00403A4A"/>
    <w:rsid w:val="0040663B"/>
    <w:rsid w:val="00411079"/>
    <w:rsid w:val="00415A5E"/>
    <w:rsid w:val="004224D2"/>
    <w:rsid w:val="00424608"/>
    <w:rsid w:val="0042578E"/>
    <w:rsid w:val="00425F20"/>
    <w:rsid w:val="0043173D"/>
    <w:rsid w:val="00433879"/>
    <w:rsid w:val="004363B5"/>
    <w:rsid w:val="00442904"/>
    <w:rsid w:val="0044424A"/>
    <w:rsid w:val="00446719"/>
    <w:rsid w:val="00467CC2"/>
    <w:rsid w:val="00471EE4"/>
    <w:rsid w:val="00475838"/>
    <w:rsid w:val="004865E8"/>
    <w:rsid w:val="00486C77"/>
    <w:rsid w:val="004879E1"/>
    <w:rsid w:val="00487E2B"/>
    <w:rsid w:val="004A02A1"/>
    <w:rsid w:val="004A7091"/>
    <w:rsid w:val="004B1830"/>
    <w:rsid w:val="004B1A3C"/>
    <w:rsid w:val="004B4FA7"/>
    <w:rsid w:val="004B75D4"/>
    <w:rsid w:val="004C097A"/>
    <w:rsid w:val="004C35A2"/>
    <w:rsid w:val="004C48D7"/>
    <w:rsid w:val="004C74A0"/>
    <w:rsid w:val="004D2541"/>
    <w:rsid w:val="004D4A26"/>
    <w:rsid w:val="004D73CE"/>
    <w:rsid w:val="004D7B6A"/>
    <w:rsid w:val="004E19CC"/>
    <w:rsid w:val="004E1F53"/>
    <w:rsid w:val="004E59E2"/>
    <w:rsid w:val="004E6814"/>
    <w:rsid w:val="004E6ED4"/>
    <w:rsid w:val="004F2FFD"/>
    <w:rsid w:val="004F3DAA"/>
    <w:rsid w:val="004F6024"/>
    <w:rsid w:val="004F6314"/>
    <w:rsid w:val="00502D8A"/>
    <w:rsid w:val="00506CC7"/>
    <w:rsid w:val="00511ADA"/>
    <w:rsid w:val="005122E0"/>
    <w:rsid w:val="00520E7E"/>
    <w:rsid w:val="0052241C"/>
    <w:rsid w:val="00524179"/>
    <w:rsid w:val="0053551F"/>
    <w:rsid w:val="00537C78"/>
    <w:rsid w:val="0054196B"/>
    <w:rsid w:val="00547A0C"/>
    <w:rsid w:val="00550677"/>
    <w:rsid w:val="0055254B"/>
    <w:rsid w:val="0055312B"/>
    <w:rsid w:val="00553406"/>
    <w:rsid w:val="00556802"/>
    <w:rsid w:val="00556FAB"/>
    <w:rsid w:val="005614AA"/>
    <w:rsid w:val="00562A0E"/>
    <w:rsid w:val="0056628C"/>
    <w:rsid w:val="00573E22"/>
    <w:rsid w:val="00577B5F"/>
    <w:rsid w:val="0058022A"/>
    <w:rsid w:val="0058378E"/>
    <w:rsid w:val="00591550"/>
    <w:rsid w:val="00595309"/>
    <w:rsid w:val="00596ED4"/>
    <w:rsid w:val="005A0B8D"/>
    <w:rsid w:val="005B062A"/>
    <w:rsid w:val="005B2BD4"/>
    <w:rsid w:val="005B580F"/>
    <w:rsid w:val="005C54FC"/>
    <w:rsid w:val="005C7D9D"/>
    <w:rsid w:val="005D084B"/>
    <w:rsid w:val="005D2428"/>
    <w:rsid w:val="005D7DBF"/>
    <w:rsid w:val="005E18EF"/>
    <w:rsid w:val="005E2AB9"/>
    <w:rsid w:val="005F0DF9"/>
    <w:rsid w:val="005F2B91"/>
    <w:rsid w:val="005F3FB8"/>
    <w:rsid w:val="005F6EBC"/>
    <w:rsid w:val="005F711B"/>
    <w:rsid w:val="006000F8"/>
    <w:rsid w:val="0060688D"/>
    <w:rsid w:val="006121C2"/>
    <w:rsid w:val="00613D48"/>
    <w:rsid w:val="00620B32"/>
    <w:rsid w:val="00622551"/>
    <w:rsid w:val="00627D98"/>
    <w:rsid w:val="00627FAC"/>
    <w:rsid w:val="006356B6"/>
    <w:rsid w:val="006360B3"/>
    <w:rsid w:val="00640120"/>
    <w:rsid w:val="006453E7"/>
    <w:rsid w:val="0064584F"/>
    <w:rsid w:val="0064709A"/>
    <w:rsid w:val="00650623"/>
    <w:rsid w:val="00653D62"/>
    <w:rsid w:val="006542B9"/>
    <w:rsid w:val="00656170"/>
    <w:rsid w:val="00665E71"/>
    <w:rsid w:val="006676DF"/>
    <w:rsid w:val="00670623"/>
    <w:rsid w:val="00671F9B"/>
    <w:rsid w:val="00675C4F"/>
    <w:rsid w:val="00675F70"/>
    <w:rsid w:val="006871BC"/>
    <w:rsid w:val="0069658D"/>
    <w:rsid w:val="00697077"/>
    <w:rsid w:val="006A1A80"/>
    <w:rsid w:val="006A5A85"/>
    <w:rsid w:val="006A5C82"/>
    <w:rsid w:val="006B4A27"/>
    <w:rsid w:val="006B55F2"/>
    <w:rsid w:val="006B57C0"/>
    <w:rsid w:val="006C0803"/>
    <w:rsid w:val="006C1EF9"/>
    <w:rsid w:val="006C76C2"/>
    <w:rsid w:val="006D0053"/>
    <w:rsid w:val="006D5BBB"/>
    <w:rsid w:val="006D61ED"/>
    <w:rsid w:val="006D6245"/>
    <w:rsid w:val="006D7F2A"/>
    <w:rsid w:val="006E03CA"/>
    <w:rsid w:val="006E471E"/>
    <w:rsid w:val="006E7FFB"/>
    <w:rsid w:val="006F193B"/>
    <w:rsid w:val="006F3ED1"/>
    <w:rsid w:val="006F4A3A"/>
    <w:rsid w:val="006F673E"/>
    <w:rsid w:val="006F6F27"/>
    <w:rsid w:val="00700F37"/>
    <w:rsid w:val="00707346"/>
    <w:rsid w:val="0071230F"/>
    <w:rsid w:val="0071415A"/>
    <w:rsid w:val="00715279"/>
    <w:rsid w:val="00721603"/>
    <w:rsid w:val="00735CA2"/>
    <w:rsid w:val="00737984"/>
    <w:rsid w:val="00740CA4"/>
    <w:rsid w:val="00744BAD"/>
    <w:rsid w:val="00745D5A"/>
    <w:rsid w:val="00746E11"/>
    <w:rsid w:val="007507D1"/>
    <w:rsid w:val="00750C7D"/>
    <w:rsid w:val="00750F8C"/>
    <w:rsid w:val="00762994"/>
    <w:rsid w:val="007734A4"/>
    <w:rsid w:val="007744D0"/>
    <w:rsid w:val="0078196D"/>
    <w:rsid w:val="00784113"/>
    <w:rsid w:val="007863DF"/>
    <w:rsid w:val="00793722"/>
    <w:rsid w:val="00794507"/>
    <w:rsid w:val="00794C85"/>
    <w:rsid w:val="007957E5"/>
    <w:rsid w:val="007A1ECB"/>
    <w:rsid w:val="007A68CD"/>
    <w:rsid w:val="007B1CFF"/>
    <w:rsid w:val="007B27BA"/>
    <w:rsid w:val="007B6880"/>
    <w:rsid w:val="007B7CA5"/>
    <w:rsid w:val="007C38AE"/>
    <w:rsid w:val="007C77D9"/>
    <w:rsid w:val="007C7AF6"/>
    <w:rsid w:val="007D697B"/>
    <w:rsid w:val="007D7621"/>
    <w:rsid w:val="007E0A8A"/>
    <w:rsid w:val="007E2EF6"/>
    <w:rsid w:val="007E6FF5"/>
    <w:rsid w:val="007F257C"/>
    <w:rsid w:val="007F75DF"/>
    <w:rsid w:val="008003BD"/>
    <w:rsid w:val="0080433F"/>
    <w:rsid w:val="00806FFB"/>
    <w:rsid w:val="00813894"/>
    <w:rsid w:val="008224E2"/>
    <w:rsid w:val="00822DD4"/>
    <w:rsid w:val="008316C5"/>
    <w:rsid w:val="008372FB"/>
    <w:rsid w:val="0084103A"/>
    <w:rsid w:val="008411AE"/>
    <w:rsid w:val="008427AB"/>
    <w:rsid w:val="008466F5"/>
    <w:rsid w:val="00846DA0"/>
    <w:rsid w:val="00853BC4"/>
    <w:rsid w:val="0085411E"/>
    <w:rsid w:val="00857DE9"/>
    <w:rsid w:val="00860D20"/>
    <w:rsid w:val="008633CC"/>
    <w:rsid w:val="00863936"/>
    <w:rsid w:val="00863AF0"/>
    <w:rsid w:val="008641F6"/>
    <w:rsid w:val="00870DE7"/>
    <w:rsid w:val="008772E5"/>
    <w:rsid w:val="008842CF"/>
    <w:rsid w:val="008A3A31"/>
    <w:rsid w:val="008A6576"/>
    <w:rsid w:val="008B01FA"/>
    <w:rsid w:val="008B0B20"/>
    <w:rsid w:val="008B1595"/>
    <w:rsid w:val="008B73BC"/>
    <w:rsid w:val="008C006E"/>
    <w:rsid w:val="008C38DD"/>
    <w:rsid w:val="008D561F"/>
    <w:rsid w:val="008E0A6E"/>
    <w:rsid w:val="008E1AC6"/>
    <w:rsid w:val="008E27C0"/>
    <w:rsid w:val="008E28C6"/>
    <w:rsid w:val="008E312C"/>
    <w:rsid w:val="008E45B9"/>
    <w:rsid w:val="008E6D11"/>
    <w:rsid w:val="008E7D1F"/>
    <w:rsid w:val="008F28FF"/>
    <w:rsid w:val="008F74AA"/>
    <w:rsid w:val="0090045A"/>
    <w:rsid w:val="00903154"/>
    <w:rsid w:val="00903483"/>
    <w:rsid w:val="009042F3"/>
    <w:rsid w:val="00907F46"/>
    <w:rsid w:val="00910637"/>
    <w:rsid w:val="00915766"/>
    <w:rsid w:val="0091655E"/>
    <w:rsid w:val="0092051A"/>
    <w:rsid w:val="009209A6"/>
    <w:rsid w:val="00924D9C"/>
    <w:rsid w:val="00925397"/>
    <w:rsid w:val="00930439"/>
    <w:rsid w:val="00944565"/>
    <w:rsid w:val="0094497B"/>
    <w:rsid w:val="00945E16"/>
    <w:rsid w:val="00946591"/>
    <w:rsid w:val="009471DA"/>
    <w:rsid w:val="00947E47"/>
    <w:rsid w:val="00952576"/>
    <w:rsid w:val="0095268D"/>
    <w:rsid w:val="00955453"/>
    <w:rsid w:val="0096593F"/>
    <w:rsid w:val="0097383B"/>
    <w:rsid w:val="00974262"/>
    <w:rsid w:val="00976C59"/>
    <w:rsid w:val="0097787C"/>
    <w:rsid w:val="00977DCA"/>
    <w:rsid w:val="0098623E"/>
    <w:rsid w:val="009979AE"/>
    <w:rsid w:val="009A2A3C"/>
    <w:rsid w:val="009A6756"/>
    <w:rsid w:val="009B4116"/>
    <w:rsid w:val="009B45ED"/>
    <w:rsid w:val="009B6A2B"/>
    <w:rsid w:val="009C0D36"/>
    <w:rsid w:val="009C2535"/>
    <w:rsid w:val="009C5279"/>
    <w:rsid w:val="009C5ADB"/>
    <w:rsid w:val="009C7848"/>
    <w:rsid w:val="009D058D"/>
    <w:rsid w:val="009D0C96"/>
    <w:rsid w:val="009D1BAC"/>
    <w:rsid w:val="009D31DD"/>
    <w:rsid w:val="009D4038"/>
    <w:rsid w:val="009D4096"/>
    <w:rsid w:val="009E0529"/>
    <w:rsid w:val="009E3833"/>
    <w:rsid w:val="009E5E95"/>
    <w:rsid w:val="009F2B47"/>
    <w:rsid w:val="009F35A3"/>
    <w:rsid w:val="009F3FC6"/>
    <w:rsid w:val="009F6814"/>
    <w:rsid w:val="00A005D7"/>
    <w:rsid w:val="00A01B4C"/>
    <w:rsid w:val="00A04743"/>
    <w:rsid w:val="00A055BB"/>
    <w:rsid w:val="00A05931"/>
    <w:rsid w:val="00A07647"/>
    <w:rsid w:val="00A1164D"/>
    <w:rsid w:val="00A116B1"/>
    <w:rsid w:val="00A1266E"/>
    <w:rsid w:val="00A1463B"/>
    <w:rsid w:val="00A16290"/>
    <w:rsid w:val="00A21D83"/>
    <w:rsid w:val="00A21ED6"/>
    <w:rsid w:val="00A222E0"/>
    <w:rsid w:val="00A23CBB"/>
    <w:rsid w:val="00A253E4"/>
    <w:rsid w:val="00A26FE9"/>
    <w:rsid w:val="00A307B4"/>
    <w:rsid w:val="00A32C81"/>
    <w:rsid w:val="00A40352"/>
    <w:rsid w:val="00A40BEA"/>
    <w:rsid w:val="00A4193D"/>
    <w:rsid w:val="00A43023"/>
    <w:rsid w:val="00A45668"/>
    <w:rsid w:val="00A5020D"/>
    <w:rsid w:val="00A53609"/>
    <w:rsid w:val="00A56C80"/>
    <w:rsid w:val="00A613D5"/>
    <w:rsid w:val="00A64864"/>
    <w:rsid w:val="00A64AF0"/>
    <w:rsid w:val="00A6596B"/>
    <w:rsid w:val="00A7227D"/>
    <w:rsid w:val="00A726C5"/>
    <w:rsid w:val="00A80918"/>
    <w:rsid w:val="00A814FB"/>
    <w:rsid w:val="00A8171C"/>
    <w:rsid w:val="00A82594"/>
    <w:rsid w:val="00A839CB"/>
    <w:rsid w:val="00A841A8"/>
    <w:rsid w:val="00A935AE"/>
    <w:rsid w:val="00A964CE"/>
    <w:rsid w:val="00A96BB4"/>
    <w:rsid w:val="00AA3DAC"/>
    <w:rsid w:val="00AA467D"/>
    <w:rsid w:val="00AB1765"/>
    <w:rsid w:val="00AB18D3"/>
    <w:rsid w:val="00AB4980"/>
    <w:rsid w:val="00AB6CE0"/>
    <w:rsid w:val="00AC0D21"/>
    <w:rsid w:val="00AC3406"/>
    <w:rsid w:val="00AD4E96"/>
    <w:rsid w:val="00AD5977"/>
    <w:rsid w:val="00AD7134"/>
    <w:rsid w:val="00AE4BFC"/>
    <w:rsid w:val="00AE6A3D"/>
    <w:rsid w:val="00AE6DD4"/>
    <w:rsid w:val="00AF09AE"/>
    <w:rsid w:val="00AF3E21"/>
    <w:rsid w:val="00AF410C"/>
    <w:rsid w:val="00AF5D2C"/>
    <w:rsid w:val="00B00880"/>
    <w:rsid w:val="00B149AF"/>
    <w:rsid w:val="00B14E9B"/>
    <w:rsid w:val="00B158AA"/>
    <w:rsid w:val="00B159D4"/>
    <w:rsid w:val="00B17B17"/>
    <w:rsid w:val="00B44531"/>
    <w:rsid w:val="00B44A54"/>
    <w:rsid w:val="00B475F5"/>
    <w:rsid w:val="00B632B4"/>
    <w:rsid w:val="00B65983"/>
    <w:rsid w:val="00B65EEB"/>
    <w:rsid w:val="00B70DC0"/>
    <w:rsid w:val="00B71032"/>
    <w:rsid w:val="00B72D47"/>
    <w:rsid w:val="00B7587C"/>
    <w:rsid w:val="00B75A91"/>
    <w:rsid w:val="00B8286F"/>
    <w:rsid w:val="00B85ECB"/>
    <w:rsid w:val="00B860E6"/>
    <w:rsid w:val="00B868D1"/>
    <w:rsid w:val="00B875B1"/>
    <w:rsid w:val="00B87F78"/>
    <w:rsid w:val="00B91FBD"/>
    <w:rsid w:val="00B926A8"/>
    <w:rsid w:val="00BA66D4"/>
    <w:rsid w:val="00BC0175"/>
    <w:rsid w:val="00BC21F7"/>
    <w:rsid w:val="00BC5ABD"/>
    <w:rsid w:val="00BC6D2D"/>
    <w:rsid w:val="00BD1453"/>
    <w:rsid w:val="00BD2BE8"/>
    <w:rsid w:val="00BD3BA0"/>
    <w:rsid w:val="00BE14DC"/>
    <w:rsid w:val="00BE63A5"/>
    <w:rsid w:val="00BF3A44"/>
    <w:rsid w:val="00BF3E39"/>
    <w:rsid w:val="00C020C4"/>
    <w:rsid w:val="00C043F4"/>
    <w:rsid w:val="00C04C72"/>
    <w:rsid w:val="00C05AB2"/>
    <w:rsid w:val="00C07238"/>
    <w:rsid w:val="00C0775F"/>
    <w:rsid w:val="00C07C8B"/>
    <w:rsid w:val="00C11A43"/>
    <w:rsid w:val="00C13B59"/>
    <w:rsid w:val="00C161EE"/>
    <w:rsid w:val="00C25D16"/>
    <w:rsid w:val="00C30091"/>
    <w:rsid w:val="00C33DC2"/>
    <w:rsid w:val="00C35E66"/>
    <w:rsid w:val="00C378D8"/>
    <w:rsid w:val="00C45FE5"/>
    <w:rsid w:val="00C54BDF"/>
    <w:rsid w:val="00C55DBC"/>
    <w:rsid w:val="00C56CF0"/>
    <w:rsid w:val="00C57E47"/>
    <w:rsid w:val="00C6250D"/>
    <w:rsid w:val="00C638AD"/>
    <w:rsid w:val="00C75FBA"/>
    <w:rsid w:val="00C7726D"/>
    <w:rsid w:val="00C8058A"/>
    <w:rsid w:val="00C81258"/>
    <w:rsid w:val="00C829D8"/>
    <w:rsid w:val="00C847BD"/>
    <w:rsid w:val="00C8564B"/>
    <w:rsid w:val="00C90C3E"/>
    <w:rsid w:val="00C919D8"/>
    <w:rsid w:val="00C9315F"/>
    <w:rsid w:val="00C96C88"/>
    <w:rsid w:val="00CA13C2"/>
    <w:rsid w:val="00CA3747"/>
    <w:rsid w:val="00CA3F4C"/>
    <w:rsid w:val="00CB037F"/>
    <w:rsid w:val="00CB4383"/>
    <w:rsid w:val="00CB6476"/>
    <w:rsid w:val="00CB6841"/>
    <w:rsid w:val="00CC29CE"/>
    <w:rsid w:val="00CC5C46"/>
    <w:rsid w:val="00CD23CC"/>
    <w:rsid w:val="00CD5E1E"/>
    <w:rsid w:val="00CD6CC7"/>
    <w:rsid w:val="00CF02D0"/>
    <w:rsid w:val="00CF1D79"/>
    <w:rsid w:val="00CF1F04"/>
    <w:rsid w:val="00CF276E"/>
    <w:rsid w:val="00CF69C1"/>
    <w:rsid w:val="00D00234"/>
    <w:rsid w:val="00D01D6B"/>
    <w:rsid w:val="00D02559"/>
    <w:rsid w:val="00D1035A"/>
    <w:rsid w:val="00D10AC8"/>
    <w:rsid w:val="00D10E55"/>
    <w:rsid w:val="00D20FED"/>
    <w:rsid w:val="00D22AB3"/>
    <w:rsid w:val="00D30AEE"/>
    <w:rsid w:val="00D341DD"/>
    <w:rsid w:val="00D345DD"/>
    <w:rsid w:val="00D35322"/>
    <w:rsid w:val="00D3637E"/>
    <w:rsid w:val="00D4207A"/>
    <w:rsid w:val="00D42597"/>
    <w:rsid w:val="00D520DB"/>
    <w:rsid w:val="00D61C91"/>
    <w:rsid w:val="00D61D85"/>
    <w:rsid w:val="00D64D8F"/>
    <w:rsid w:val="00D67EEB"/>
    <w:rsid w:val="00D7561E"/>
    <w:rsid w:val="00D80059"/>
    <w:rsid w:val="00D810CD"/>
    <w:rsid w:val="00D81FAE"/>
    <w:rsid w:val="00D97AC6"/>
    <w:rsid w:val="00DA5471"/>
    <w:rsid w:val="00DA7AED"/>
    <w:rsid w:val="00DB0063"/>
    <w:rsid w:val="00DB17EC"/>
    <w:rsid w:val="00DB2FA0"/>
    <w:rsid w:val="00DC71B4"/>
    <w:rsid w:val="00DD2B11"/>
    <w:rsid w:val="00DD3DEC"/>
    <w:rsid w:val="00DE4F55"/>
    <w:rsid w:val="00DF1213"/>
    <w:rsid w:val="00E01289"/>
    <w:rsid w:val="00E0592C"/>
    <w:rsid w:val="00E0637F"/>
    <w:rsid w:val="00E06E78"/>
    <w:rsid w:val="00E10026"/>
    <w:rsid w:val="00E1214C"/>
    <w:rsid w:val="00E143A2"/>
    <w:rsid w:val="00E15047"/>
    <w:rsid w:val="00E21A3E"/>
    <w:rsid w:val="00E22D71"/>
    <w:rsid w:val="00E233AE"/>
    <w:rsid w:val="00E33F68"/>
    <w:rsid w:val="00E343D1"/>
    <w:rsid w:val="00E3625A"/>
    <w:rsid w:val="00E421F5"/>
    <w:rsid w:val="00E44939"/>
    <w:rsid w:val="00E514FA"/>
    <w:rsid w:val="00E55C3D"/>
    <w:rsid w:val="00E618EA"/>
    <w:rsid w:val="00E62B9A"/>
    <w:rsid w:val="00E715D0"/>
    <w:rsid w:val="00E72A0B"/>
    <w:rsid w:val="00E76035"/>
    <w:rsid w:val="00E806E7"/>
    <w:rsid w:val="00E87FBA"/>
    <w:rsid w:val="00E9256E"/>
    <w:rsid w:val="00E960BE"/>
    <w:rsid w:val="00EA09DE"/>
    <w:rsid w:val="00EA21FD"/>
    <w:rsid w:val="00EA3F98"/>
    <w:rsid w:val="00EA5FD2"/>
    <w:rsid w:val="00EA7105"/>
    <w:rsid w:val="00EB067F"/>
    <w:rsid w:val="00EB0A03"/>
    <w:rsid w:val="00EB157A"/>
    <w:rsid w:val="00EC32B8"/>
    <w:rsid w:val="00EC7296"/>
    <w:rsid w:val="00ED2C9F"/>
    <w:rsid w:val="00EE1E37"/>
    <w:rsid w:val="00EE319B"/>
    <w:rsid w:val="00EE4E12"/>
    <w:rsid w:val="00EF0A96"/>
    <w:rsid w:val="00EF5313"/>
    <w:rsid w:val="00F03268"/>
    <w:rsid w:val="00F0345D"/>
    <w:rsid w:val="00F03A68"/>
    <w:rsid w:val="00F04C08"/>
    <w:rsid w:val="00F07FF9"/>
    <w:rsid w:val="00F10A1A"/>
    <w:rsid w:val="00F11312"/>
    <w:rsid w:val="00F11BBB"/>
    <w:rsid w:val="00F20448"/>
    <w:rsid w:val="00F21A66"/>
    <w:rsid w:val="00F268DE"/>
    <w:rsid w:val="00F269EC"/>
    <w:rsid w:val="00F26C09"/>
    <w:rsid w:val="00F309EE"/>
    <w:rsid w:val="00F355B4"/>
    <w:rsid w:val="00F44747"/>
    <w:rsid w:val="00F50CE3"/>
    <w:rsid w:val="00F51E01"/>
    <w:rsid w:val="00F54286"/>
    <w:rsid w:val="00F544CB"/>
    <w:rsid w:val="00F60E94"/>
    <w:rsid w:val="00F60ED6"/>
    <w:rsid w:val="00F74182"/>
    <w:rsid w:val="00F74B7E"/>
    <w:rsid w:val="00F819DE"/>
    <w:rsid w:val="00F82963"/>
    <w:rsid w:val="00F85FE2"/>
    <w:rsid w:val="00F871A7"/>
    <w:rsid w:val="00F878C7"/>
    <w:rsid w:val="00F921E9"/>
    <w:rsid w:val="00F92297"/>
    <w:rsid w:val="00F9502F"/>
    <w:rsid w:val="00F95955"/>
    <w:rsid w:val="00FA0338"/>
    <w:rsid w:val="00FA7864"/>
    <w:rsid w:val="00FB1274"/>
    <w:rsid w:val="00FC7262"/>
    <w:rsid w:val="00FD1044"/>
    <w:rsid w:val="00FE587A"/>
    <w:rsid w:val="00FF0528"/>
    <w:rsid w:val="00FF060E"/>
    <w:rsid w:val="00FF1BF6"/>
    <w:rsid w:val="00FF4809"/>
    <w:rsid w:val="00FF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D2CAB6"/>
  <w14:defaultImageDpi w14:val="0"/>
  <w15:docId w15:val="{D6F037F1-03C0-4661-860B-5A017FDC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65F98"/>
    <w:rPr>
      <w:rFonts w:ascii="Arial" w:hAnsi="Arial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872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641F6"/>
    <w:pPr>
      <w:spacing w:before="240" w:after="60"/>
      <w:outlineLvl w:val="8"/>
    </w:pPr>
    <w:rPr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sid w:val="00387252"/>
    <w:rPr>
      <w:rFonts w:ascii="Cambria" w:hAnsi="Cambria" w:cs="Times New Roman"/>
      <w:b/>
      <w:kern w:val="32"/>
      <w:sz w:val="32"/>
      <w:lang w:val="x-none" w:eastAsia="en-US"/>
    </w:rPr>
  </w:style>
  <w:style w:type="character" w:customStyle="1" w:styleId="Pealkiri9Mrk">
    <w:name w:val="Pealkiri 9 Märk"/>
    <w:basedOn w:val="Liguvaikefont"/>
    <w:link w:val="Pealkiri9"/>
    <w:uiPriority w:val="9"/>
    <w:semiHidden/>
    <w:locked/>
    <w:rsid w:val="008641F6"/>
    <w:rPr>
      <w:rFonts w:ascii="Arial" w:hAnsi="Arial" w:cs="Times New Roman"/>
      <w:sz w:val="22"/>
    </w:rPr>
  </w:style>
  <w:style w:type="paragraph" w:styleId="Pis">
    <w:name w:val="header"/>
    <w:basedOn w:val="Normaallaad"/>
    <w:link w:val="PisMrk"/>
    <w:uiPriority w:val="99"/>
    <w:rsid w:val="00065F98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Pr>
      <w:rFonts w:ascii="Arial" w:hAnsi="Arial" w:cs="Times New Roman"/>
      <w:sz w:val="24"/>
      <w:lang w:val="x-none" w:eastAsia="en-US"/>
    </w:rPr>
  </w:style>
  <w:style w:type="paragraph" w:styleId="Jalus">
    <w:name w:val="footer"/>
    <w:basedOn w:val="Normaallaad"/>
    <w:link w:val="JalusMrk"/>
    <w:uiPriority w:val="99"/>
    <w:rsid w:val="00065F98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semiHidden/>
    <w:locked/>
    <w:rPr>
      <w:rFonts w:ascii="Arial" w:hAnsi="Arial" w:cs="Times New Roman"/>
      <w:sz w:val="24"/>
      <w:lang w:val="x-none" w:eastAsia="en-US"/>
    </w:rPr>
  </w:style>
  <w:style w:type="character" w:styleId="Lehekljenumber">
    <w:name w:val="page number"/>
    <w:basedOn w:val="Liguvaikefont"/>
    <w:uiPriority w:val="99"/>
    <w:rsid w:val="00065F98"/>
    <w:rPr>
      <w:rFonts w:cs="Times New Roman"/>
    </w:rPr>
  </w:style>
  <w:style w:type="character" w:styleId="Hperlink">
    <w:name w:val="Hyperlink"/>
    <w:basedOn w:val="Liguvaikefont"/>
    <w:uiPriority w:val="99"/>
    <w:rsid w:val="00065F98"/>
    <w:rPr>
      <w:rFonts w:cs="Times New Roman"/>
      <w:color w:val="0000FF"/>
      <w:u w:val="single"/>
    </w:rPr>
  </w:style>
  <w:style w:type="character" w:styleId="Klastatudhperlink">
    <w:name w:val="FollowedHyperlink"/>
    <w:basedOn w:val="Liguvaikefont"/>
    <w:uiPriority w:val="99"/>
    <w:rsid w:val="00065F98"/>
    <w:rPr>
      <w:rFonts w:cs="Times New Roman"/>
      <w:color w:val="800080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rsid w:val="001B20F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Kehatekst">
    <w:name w:val="Body Text"/>
    <w:basedOn w:val="Normaallaad"/>
    <w:link w:val="KehatekstMrk"/>
    <w:uiPriority w:val="99"/>
    <w:rsid w:val="00BF3E39"/>
    <w:pPr>
      <w:tabs>
        <w:tab w:val="left" w:pos="567"/>
      </w:tabs>
      <w:spacing w:before="120"/>
    </w:pPr>
    <w:rPr>
      <w:rFonts w:ascii="Times New Roman" w:hAnsi="Times New Roman"/>
    </w:rPr>
  </w:style>
  <w:style w:type="character" w:customStyle="1" w:styleId="KehatekstMrk">
    <w:name w:val="Kehatekst Märk"/>
    <w:basedOn w:val="Liguvaikefont"/>
    <w:link w:val="Kehatekst"/>
    <w:uiPriority w:val="99"/>
    <w:locked/>
    <w:rsid w:val="00BF3E39"/>
    <w:rPr>
      <w:rFonts w:cs="Times New Roman"/>
      <w:snapToGrid w:val="0"/>
      <w:sz w:val="24"/>
      <w:lang w:val="x-none" w:eastAsia="en-US"/>
    </w:rPr>
  </w:style>
  <w:style w:type="paragraph" w:styleId="Loend2">
    <w:name w:val="List 2"/>
    <w:basedOn w:val="Normaallaad"/>
    <w:uiPriority w:val="99"/>
    <w:unhideWhenUsed/>
    <w:rsid w:val="008641F6"/>
    <w:pPr>
      <w:ind w:left="566" w:hanging="283"/>
    </w:pPr>
    <w:rPr>
      <w:kern w:val="28"/>
    </w:rPr>
  </w:style>
  <w:style w:type="paragraph" w:styleId="Vahedeta">
    <w:name w:val="No Spacing"/>
    <w:uiPriority w:val="1"/>
    <w:qFormat/>
    <w:rsid w:val="00BE14DC"/>
    <w:rPr>
      <w:rFonts w:ascii="Calibri" w:hAnsi="Calibri"/>
      <w:sz w:val="22"/>
      <w:szCs w:val="22"/>
      <w:lang w:eastAsia="en-US"/>
    </w:rPr>
  </w:style>
  <w:style w:type="paragraph" w:styleId="Normaallaadveeb">
    <w:name w:val="Normal (Web)"/>
    <w:basedOn w:val="Normaallaad"/>
    <w:uiPriority w:val="99"/>
    <w:unhideWhenUsed/>
    <w:rsid w:val="00BC0175"/>
    <w:pPr>
      <w:spacing w:before="100" w:beforeAutospacing="1" w:after="100" w:afterAutospacing="1"/>
    </w:pPr>
    <w:rPr>
      <w:rFonts w:ascii="Times New Roman" w:hAnsi="Times New Roman"/>
      <w:szCs w:val="24"/>
      <w:lang w:eastAsia="et-EE"/>
    </w:rPr>
  </w:style>
  <w:style w:type="paragraph" w:styleId="Loendilik">
    <w:name w:val="List Paragraph"/>
    <w:basedOn w:val="Normaallaad"/>
    <w:uiPriority w:val="34"/>
    <w:qFormat/>
    <w:rsid w:val="00E233AE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regnr">
    <w:name w:val="regnr"/>
    <w:basedOn w:val="Liguvaikefont"/>
    <w:uiPriority w:val="99"/>
    <w:rsid w:val="000B1D81"/>
    <w:rPr>
      <w:rFonts w:cs="Times New Roman"/>
    </w:rPr>
  </w:style>
  <w:style w:type="paragraph" w:customStyle="1" w:styleId="paragraph">
    <w:name w:val="paragraph"/>
    <w:basedOn w:val="Normaallaad"/>
    <w:rsid w:val="00846DA0"/>
    <w:pPr>
      <w:spacing w:before="100" w:beforeAutospacing="1" w:after="100" w:afterAutospacing="1"/>
    </w:pPr>
    <w:rPr>
      <w:rFonts w:ascii="Times New Roman" w:hAnsi="Times New Roman"/>
      <w:szCs w:val="24"/>
      <w:lang w:eastAsia="et-EE"/>
    </w:rPr>
  </w:style>
  <w:style w:type="character" w:customStyle="1" w:styleId="normaltextrun">
    <w:name w:val="normaltextrun"/>
    <w:basedOn w:val="Liguvaikefont"/>
    <w:rsid w:val="00846DA0"/>
    <w:rPr>
      <w:rFonts w:cs="Times New Roman"/>
    </w:rPr>
  </w:style>
  <w:style w:type="character" w:customStyle="1" w:styleId="eop">
    <w:name w:val="eop"/>
    <w:basedOn w:val="Liguvaikefont"/>
    <w:rsid w:val="00846DA0"/>
    <w:rPr>
      <w:rFonts w:cs="Times New Roman"/>
    </w:rPr>
  </w:style>
  <w:style w:type="paragraph" w:customStyle="1" w:styleId="xxmsonormal">
    <w:name w:val="x_x_msonormal"/>
    <w:basedOn w:val="Normaallaad"/>
    <w:rsid w:val="00A814FB"/>
    <w:pPr>
      <w:spacing w:before="100" w:beforeAutospacing="1" w:after="100" w:afterAutospacing="1"/>
    </w:pPr>
    <w:rPr>
      <w:rFonts w:ascii="Times New Roman" w:hAnsi="Times New Roman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3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096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25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46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94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14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26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39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9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39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39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68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4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2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onika\Desktop\kirjaplank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635</TotalTime>
  <Pages>2</Pages>
  <Words>441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Suure-Jaani Linnavalitsus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Kadi Soolo</cp:lastModifiedBy>
  <cp:revision>269</cp:revision>
  <cp:lastPrinted>2015-04-22T06:21:00Z</cp:lastPrinted>
  <dcterms:created xsi:type="dcterms:W3CDTF">2024-02-19T09:59:00Z</dcterms:created>
  <dcterms:modified xsi:type="dcterms:W3CDTF">2024-03-25T09:52:00Z</dcterms:modified>
</cp:coreProperties>
</file>